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C07A0" w14:textId="10F81BA8" w:rsidR="001A0B39" w:rsidRPr="00516ABD" w:rsidRDefault="001A0B39" w:rsidP="001A0B39">
      <w:pPr>
        <w:pStyle w:val="lk1"/>
      </w:pPr>
      <w:r>
        <w:t>C’est ça  – Jahresplanung</w:t>
      </w:r>
      <w:r w:rsidRPr="00BE4AF2">
        <w:t xml:space="preserve"> 7. Klasse</w:t>
      </w:r>
    </w:p>
    <w:p w14:paraId="64AF9225" w14:textId="5E56EA97" w:rsidR="00E171FD" w:rsidRPr="00024872" w:rsidRDefault="001523CB" w:rsidP="001A0B39">
      <w:pPr>
        <w:pStyle w:val="lk2"/>
      </w:pPr>
      <w:r>
        <w:t>4</w:t>
      </w:r>
      <w:r w:rsidR="00BE4AF2" w:rsidRPr="00BE4AF2">
        <w:t xml:space="preserve"> Lektionen </w:t>
      </w:r>
      <w:r w:rsidR="00172272">
        <w:t>Französisch pro Woche, Version E</w:t>
      </w: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022335" w:rsidRPr="000A56E4" w14:paraId="0FDED5AE" w14:textId="77777777" w:rsidTr="003817EA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39D3DD55" w14:textId="1213482C" w:rsidR="00022335" w:rsidRPr="00E210A4" w:rsidRDefault="00022335" w:rsidP="00783F5C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 w:rsidR="003630BC">
              <w:rPr>
                <w:rStyle w:val="lkfett"/>
                <w:lang w:val="fr-CH"/>
              </w:rPr>
              <w:t>1</w:t>
            </w:r>
            <w:r w:rsidRPr="00E210A4">
              <w:rPr>
                <w:rStyle w:val="lkfett"/>
                <w:lang w:val="fr-CH"/>
              </w:rPr>
              <w:t>,</w:t>
            </w:r>
            <w:r w:rsidR="00951A26" w:rsidRPr="00E210A4">
              <w:rPr>
                <w:rStyle w:val="lkfett"/>
                <w:lang w:val="fr-CH"/>
              </w:rPr>
              <w:t xml:space="preserve"> </w:t>
            </w:r>
            <w:r w:rsidR="00783F5C" w:rsidRPr="00783F5C">
              <w:rPr>
                <w:rStyle w:val="lkfett"/>
                <w:lang w:val="fr-CH"/>
              </w:rPr>
              <w:t>Notre journal</w:t>
            </w:r>
            <w:r w:rsidR="00783F5C">
              <w:rPr>
                <w:rStyle w:val="lkfett"/>
                <w:lang w:val="fr-CH"/>
              </w:rPr>
              <w:t xml:space="preserve"> </w:t>
            </w:r>
            <w:r w:rsidR="00783F5C" w:rsidRPr="00783F5C">
              <w:rPr>
                <w:rStyle w:val="lkfett"/>
                <w:lang w:val="fr-CH"/>
              </w:rPr>
              <w:t>de classe</w:t>
            </w:r>
          </w:p>
        </w:tc>
      </w:tr>
      <w:tr w:rsidR="00022335" w14:paraId="0CB6B125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72B838D8" w14:textId="43D088EB" w:rsidR="00022335" w:rsidRPr="00951A26" w:rsidRDefault="00951A2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0699EFF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F055F1A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5C1E2057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CB96C8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F641CB8" w14:textId="53BBB93F" w:rsidR="00022335" w:rsidRPr="00951A26" w:rsidRDefault="00022335" w:rsidP="00E65B0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EAEA32B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582EF6" w:rsidRPr="00B9177B" w14:paraId="53ECA1BB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68C5BF4E" w14:textId="77777777" w:rsidR="00582EF6" w:rsidRDefault="00582EF6" w:rsidP="00582EF6">
            <w:pPr>
              <w:pStyle w:val="lkp"/>
            </w:pPr>
            <w:r>
              <w:t>Cahier S. 6–25</w:t>
            </w:r>
          </w:p>
          <w:p w14:paraId="0548F173" w14:textId="2A28DFF5" w:rsidR="00582EF6" w:rsidRDefault="00582EF6" w:rsidP="00582EF6">
            <w:pPr>
              <w:pStyle w:val="lkp"/>
            </w:pPr>
            <w:r>
              <w:t>Audio 1–6, 3</w:t>
            </w:r>
            <w:r w:rsidR="00B9177B">
              <w:t>9</w:t>
            </w:r>
            <w:r>
              <w:t>, 5</w:t>
            </w:r>
            <w:r w:rsidR="00B9177B">
              <w:t>1</w:t>
            </w:r>
          </w:p>
          <w:p w14:paraId="1E2FFA03" w14:textId="5A6381A6" w:rsidR="00582EF6" w:rsidRDefault="00582EF6" w:rsidP="00582EF6">
            <w:pPr>
              <w:pStyle w:val="lkp"/>
            </w:pPr>
            <w:r>
              <w:t>KV 1.1–1.2, 1.m</w:t>
            </w:r>
          </w:p>
        </w:tc>
        <w:tc>
          <w:tcPr>
            <w:tcW w:w="1357" w:type="dxa"/>
            <w:vAlign w:val="center"/>
          </w:tcPr>
          <w:p w14:paraId="0A73E5B3" w14:textId="367191F9" w:rsidR="00582EF6" w:rsidRDefault="00582EF6" w:rsidP="00582EF6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rPr>
                <w:rStyle w:val="lkhochgestellt"/>
              </w:rPr>
              <w:t>4</w:t>
            </w:r>
            <w:r w:rsidRPr="008229B2">
              <w:t xml:space="preserve">: </w:t>
            </w:r>
            <w:r>
              <w:t>13</w:t>
            </w:r>
            <w:r w:rsidRPr="008229B2">
              <w:t>–</w:t>
            </w:r>
            <w:r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3DF9E10A" w14:textId="77777777" w:rsidR="00582EF6" w:rsidRPr="00A750EF" w:rsidRDefault="00582EF6" w:rsidP="00582EF6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1</w:t>
            </w:r>
          </w:p>
          <w:p w14:paraId="363AFF78" w14:textId="77777777" w:rsidR="00582EF6" w:rsidRPr="00A750EF" w:rsidRDefault="00582EF6" w:rsidP="00582EF6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2</w:t>
            </w:r>
          </w:p>
          <w:p w14:paraId="10677956" w14:textId="77777777" w:rsidR="00582EF6" w:rsidRPr="00A750EF" w:rsidRDefault="00582EF6" w:rsidP="00582EF6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3</w:t>
            </w:r>
          </w:p>
          <w:p w14:paraId="6CA68A71" w14:textId="77777777" w:rsidR="00582EF6" w:rsidRPr="00A750EF" w:rsidRDefault="00582EF6" w:rsidP="00582EF6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4</w:t>
            </w:r>
          </w:p>
          <w:p w14:paraId="4F120316" w14:textId="4C1A05B7" w:rsidR="00582EF6" w:rsidRPr="00F66711" w:rsidRDefault="00582EF6" w:rsidP="00582EF6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5</w:t>
            </w:r>
          </w:p>
        </w:tc>
        <w:tc>
          <w:tcPr>
            <w:tcW w:w="1729" w:type="dxa"/>
            <w:vMerge w:val="restart"/>
            <w:vAlign w:val="center"/>
          </w:tcPr>
          <w:p w14:paraId="010D4707" w14:textId="1D5A1047" w:rsidR="00582EF6" w:rsidRDefault="00582EF6" w:rsidP="00582EF6">
            <w:pPr>
              <w:pStyle w:val="lkp"/>
            </w:pPr>
            <w:r>
              <w:t xml:space="preserve">August bis </w:t>
            </w:r>
            <w:r>
              <w:br/>
              <w:t>September</w:t>
            </w:r>
          </w:p>
        </w:tc>
        <w:tc>
          <w:tcPr>
            <w:tcW w:w="1843" w:type="dxa"/>
            <w:vAlign w:val="center"/>
          </w:tcPr>
          <w:p w14:paraId="756A7776" w14:textId="1A830BEE" w:rsidR="00582EF6" w:rsidRDefault="009B7EA1" w:rsidP="00582EF6">
            <w:pPr>
              <w:pStyle w:val="lkp"/>
            </w:pPr>
            <w:r w:rsidRPr="009B7EA1">
              <w:t>2H, 3G, 5C, 7B/F/G</w:t>
            </w:r>
          </w:p>
        </w:tc>
        <w:tc>
          <w:tcPr>
            <w:tcW w:w="2126" w:type="dxa"/>
            <w:vAlign w:val="center"/>
          </w:tcPr>
          <w:p w14:paraId="1075D23F" w14:textId="24BE3456" w:rsidR="00582EF6" w:rsidRPr="00172272" w:rsidRDefault="00D72B86" w:rsidP="00D72B86">
            <w:pPr>
              <w:pStyle w:val="lkp"/>
            </w:pPr>
            <w:r w:rsidRPr="00172272">
              <w:t>1D, 2E/G, 3A/B/F/G,</w:t>
            </w:r>
            <w:r w:rsidRPr="00172272">
              <w:br/>
              <w:t>4D–E, 5C–F, 7B–C</w:t>
            </w:r>
          </w:p>
        </w:tc>
        <w:tc>
          <w:tcPr>
            <w:tcW w:w="3934" w:type="dxa"/>
            <w:vAlign w:val="center"/>
          </w:tcPr>
          <w:p w14:paraId="130F7AF4" w14:textId="77777777" w:rsidR="00582EF6" w:rsidRPr="00172272" w:rsidRDefault="00582EF6" w:rsidP="00582EF6">
            <w:pPr>
              <w:pStyle w:val="lkp"/>
            </w:pPr>
          </w:p>
        </w:tc>
      </w:tr>
      <w:tr w:rsidR="00582EF6" w:rsidRPr="00CE02A2" w14:paraId="6E8A4702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25B84D25" w14:textId="77777777" w:rsidR="00582EF6" w:rsidRPr="00263040" w:rsidRDefault="00582EF6" w:rsidP="00582EF6">
            <w:pPr>
              <w:pStyle w:val="lkp"/>
              <w:rPr>
                <w:lang w:val="fr-CH"/>
              </w:rPr>
            </w:pPr>
            <w:r w:rsidRPr="00263040">
              <w:rPr>
                <w:lang w:val="fr-CH"/>
              </w:rPr>
              <w:t>Entraîn.</w:t>
            </w:r>
            <w:r w:rsidRPr="00263040">
              <w:rPr>
                <w:rStyle w:val="lkhochgestellt"/>
                <w:lang w:val="fr-CH"/>
              </w:rPr>
              <w:t>2</w:t>
            </w:r>
            <w:r w:rsidRPr="00263040">
              <w:rPr>
                <w:lang w:val="fr-CH"/>
              </w:rPr>
              <w:t xml:space="preserve"> S. 4–13</w:t>
            </w:r>
          </w:p>
          <w:p w14:paraId="2A7441F6" w14:textId="77777777" w:rsidR="00582EF6" w:rsidRPr="00263040" w:rsidRDefault="00582EF6" w:rsidP="00582EF6">
            <w:pPr>
              <w:pStyle w:val="lkp"/>
              <w:rPr>
                <w:lang w:val="fr-CH"/>
              </w:rPr>
            </w:pPr>
            <w:r w:rsidRPr="00263040">
              <w:rPr>
                <w:lang w:val="fr-CH"/>
              </w:rPr>
              <w:t>Audio 1</w:t>
            </w:r>
          </w:p>
          <w:p w14:paraId="7102299D" w14:textId="4B4E11CB" w:rsidR="00582EF6" w:rsidRPr="00263040" w:rsidRDefault="00582EF6" w:rsidP="00582EF6">
            <w:pPr>
              <w:pStyle w:val="lkp"/>
              <w:rPr>
                <w:lang w:val="fr-CH"/>
              </w:rPr>
            </w:pPr>
            <w:r w:rsidRPr="00263040">
              <w:rPr>
                <w:lang w:val="fr-CH"/>
              </w:rPr>
              <w:t>Ex. int.</w:t>
            </w:r>
            <w:r w:rsidRPr="00263040">
              <w:rPr>
                <w:rStyle w:val="lkhochgestellt"/>
                <w:lang w:val="fr-CH"/>
              </w:rPr>
              <w:t>3</w:t>
            </w:r>
          </w:p>
        </w:tc>
        <w:tc>
          <w:tcPr>
            <w:tcW w:w="1357" w:type="dxa"/>
            <w:vAlign w:val="center"/>
          </w:tcPr>
          <w:p w14:paraId="031228F0" w14:textId="008D60BD" w:rsidR="00582EF6" w:rsidRPr="0062650C" w:rsidRDefault="00582EF6" w:rsidP="00582EF6">
            <w:pPr>
              <w:pStyle w:val="lkp"/>
              <w:rPr>
                <w:lang w:val="fr-CH"/>
              </w:rPr>
            </w:pPr>
            <w:r w:rsidRPr="00CE02A2">
              <w:t xml:space="preserve">Üben und </w:t>
            </w:r>
            <w:r w:rsidRPr="00CE02A2">
              <w:br/>
              <w:t>LK</w:t>
            </w:r>
            <w:r w:rsidRPr="00CE02A2">
              <w:rPr>
                <w:rStyle w:val="lkhochgestellt"/>
              </w:rPr>
              <w:t>5</w:t>
            </w:r>
            <w:r>
              <w:t>: 5</w:t>
            </w:r>
            <w:r w:rsidRPr="00CE02A2">
              <w:t>–</w:t>
            </w:r>
            <w:r>
              <w:t>6</w:t>
            </w:r>
          </w:p>
        </w:tc>
        <w:tc>
          <w:tcPr>
            <w:tcW w:w="1134" w:type="dxa"/>
            <w:vMerge/>
            <w:vAlign w:val="center"/>
          </w:tcPr>
          <w:p w14:paraId="5C0AAA41" w14:textId="72018D08" w:rsidR="00582EF6" w:rsidRPr="0062650C" w:rsidRDefault="00582EF6" w:rsidP="00582EF6">
            <w:pPr>
              <w:pStyle w:val="lkp"/>
              <w:rPr>
                <w:rFonts w:cstheme="minorHAnsi"/>
                <w:lang w:val="fr-CH"/>
              </w:rPr>
            </w:pPr>
          </w:p>
        </w:tc>
        <w:tc>
          <w:tcPr>
            <w:tcW w:w="1729" w:type="dxa"/>
            <w:vMerge/>
            <w:vAlign w:val="center"/>
          </w:tcPr>
          <w:p w14:paraId="203254F5" w14:textId="77777777" w:rsidR="00582EF6" w:rsidRPr="0062650C" w:rsidRDefault="00582EF6" w:rsidP="00582EF6">
            <w:pPr>
              <w:pStyle w:val="lkp"/>
              <w:rPr>
                <w:lang w:val="fr-CH"/>
              </w:rPr>
            </w:pPr>
          </w:p>
        </w:tc>
        <w:tc>
          <w:tcPr>
            <w:tcW w:w="1843" w:type="dxa"/>
            <w:vAlign w:val="center"/>
          </w:tcPr>
          <w:p w14:paraId="45F21092" w14:textId="7EC63DFF" w:rsidR="00582EF6" w:rsidRPr="004F1CC5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1C4CEB3" w14:textId="7E46CF2D" w:rsidR="00582EF6" w:rsidRPr="00C97666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63A8842" w14:textId="77777777" w:rsidR="00582EF6" w:rsidRPr="00CE02A2" w:rsidRDefault="00582EF6" w:rsidP="00582EF6">
            <w:pPr>
              <w:pStyle w:val="lkp"/>
            </w:pPr>
          </w:p>
        </w:tc>
      </w:tr>
      <w:tr w:rsidR="00CD42CC" w:rsidRPr="000A56E4" w14:paraId="3CAFE6AE" w14:textId="77777777" w:rsidTr="00B448C9">
        <w:trPr>
          <w:trHeight w:val="624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6F4B3E3A" w14:textId="34A49DFC" w:rsidR="00DD59FF" w:rsidRDefault="008B778D" w:rsidP="00DD59FF">
            <w:pPr>
              <w:pStyle w:val="lkp"/>
              <w:rPr>
                <w:lang w:val="fr-CH"/>
              </w:rPr>
            </w:pPr>
            <w:r w:rsidRPr="00B448C9">
              <w:rPr>
                <w:lang w:val="fr-CH"/>
              </w:rPr>
              <w:t xml:space="preserve">Télescope </w:t>
            </w:r>
            <w:r w:rsidR="006C1CC5">
              <w:rPr>
                <w:lang w:val="fr-CH"/>
              </w:rPr>
              <w:t>A</w:t>
            </w:r>
          </w:p>
          <w:p w14:paraId="04CCB7B2" w14:textId="1F0410C2" w:rsidR="00CD42CC" w:rsidRPr="006C1CC5" w:rsidRDefault="006C1CC5" w:rsidP="00DD59FF">
            <w:pPr>
              <w:pStyle w:val="lkp"/>
              <w:rPr>
                <w:lang w:val="fr-CH"/>
              </w:rPr>
            </w:pPr>
            <w:r w:rsidRPr="006C1CC5">
              <w:rPr>
                <w:lang w:val="fr-CH"/>
              </w:rPr>
              <w:t>Le monde à l’envers</w:t>
            </w:r>
          </w:p>
        </w:tc>
      </w:tr>
      <w:tr w:rsidR="00582EF6" w:rsidRPr="00582EF6" w14:paraId="47B769C5" w14:textId="77777777" w:rsidTr="00D71361">
        <w:trPr>
          <w:trHeight w:val="680"/>
        </w:trPr>
        <w:tc>
          <w:tcPr>
            <w:tcW w:w="2153" w:type="dxa"/>
            <w:vAlign w:val="center"/>
          </w:tcPr>
          <w:p w14:paraId="68C85669" w14:textId="623A0D57" w:rsidR="00582EF6" w:rsidRPr="002A07F7" w:rsidRDefault="00582EF6" w:rsidP="00582EF6">
            <w:pPr>
              <w:pStyle w:val="lkp"/>
              <w:rPr>
                <w:lang w:val="fr-CH"/>
              </w:rPr>
            </w:pPr>
            <w:r w:rsidRPr="00FE00B4">
              <w:rPr>
                <w:lang w:val="fr-CH"/>
              </w:rPr>
              <w:t>Cahier S. 26–27</w:t>
            </w:r>
          </w:p>
        </w:tc>
        <w:tc>
          <w:tcPr>
            <w:tcW w:w="1357" w:type="dxa"/>
            <w:vAlign w:val="center"/>
          </w:tcPr>
          <w:p w14:paraId="68A7F134" w14:textId="681E9B3E" w:rsidR="00582EF6" w:rsidRPr="002A07F7" w:rsidRDefault="00582EF6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5D7FF28E" w14:textId="79369527" w:rsidR="00582EF6" w:rsidRPr="002A07F7" w:rsidRDefault="00582EF6" w:rsidP="00582EF6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6</w:t>
            </w:r>
          </w:p>
        </w:tc>
        <w:tc>
          <w:tcPr>
            <w:tcW w:w="1729" w:type="dxa"/>
            <w:vAlign w:val="center"/>
          </w:tcPr>
          <w:p w14:paraId="10890BE1" w14:textId="3E04EE22" w:rsidR="00582EF6" w:rsidRPr="002A07F7" w:rsidRDefault="00582EF6" w:rsidP="00582EF6">
            <w:pPr>
              <w:pStyle w:val="lkp"/>
              <w:rPr>
                <w:lang w:val="fr-CH"/>
              </w:rPr>
            </w:pPr>
            <w:r w:rsidRPr="00F0178E">
              <w:rPr>
                <w:lang w:val="fr-CH"/>
              </w:rPr>
              <w:t>Ende September</w:t>
            </w:r>
          </w:p>
        </w:tc>
        <w:tc>
          <w:tcPr>
            <w:tcW w:w="1843" w:type="dxa"/>
            <w:vAlign w:val="center"/>
          </w:tcPr>
          <w:p w14:paraId="7499657E" w14:textId="5E3056A8" w:rsidR="00582EF6" w:rsidRPr="002A07F7" w:rsidRDefault="00582EF6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1</w:t>
            </w:r>
          </w:p>
        </w:tc>
        <w:tc>
          <w:tcPr>
            <w:tcW w:w="2126" w:type="dxa"/>
            <w:vAlign w:val="center"/>
          </w:tcPr>
          <w:p w14:paraId="3BD779CD" w14:textId="7F794FBB" w:rsidR="00582EF6" w:rsidRPr="002A07F7" w:rsidRDefault="00582EF6" w:rsidP="00582EF6">
            <w:pPr>
              <w:pStyle w:val="lkp"/>
              <w:rPr>
                <w:lang w:val="fr-CH"/>
              </w:rPr>
            </w:pPr>
            <w:r w:rsidRPr="001B0A09">
              <w:rPr>
                <w:lang w:val="fr-CH"/>
              </w:rPr>
              <w:t>1, 2A, 3A</w:t>
            </w:r>
          </w:p>
        </w:tc>
        <w:tc>
          <w:tcPr>
            <w:tcW w:w="3934" w:type="dxa"/>
            <w:vAlign w:val="center"/>
          </w:tcPr>
          <w:p w14:paraId="54687E05" w14:textId="77777777" w:rsidR="00582EF6" w:rsidRPr="002A07F7" w:rsidRDefault="00582EF6" w:rsidP="00582EF6">
            <w:pPr>
              <w:pStyle w:val="lkp"/>
              <w:rPr>
                <w:lang w:val="fr-CH"/>
              </w:rPr>
            </w:pPr>
          </w:p>
        </w:tc>
      </w:tr>
      <w:tr w:rsidR="0079028F" w:rsidRPr="000A56E4" w14:paraId="4262C963" w14:textId="77777777" w:rsidTr="00430D3F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0389392B" w14:textId="2F762E39" w:rsidR="0079028F" w:rsidRPr="00E210A4" w:rsidRDefault="00FC2481" w:rsidP="0079028F">
            <w:pPr>
              <w:pStyle w:val="lkp"/>
              <w:rPr>
                <w:rStyle w:val="lkfett"/>
                <w:lang w:val="fr-CH"/>
              </w:rPr>
            </w:pPr>
            <w:r w:rsidRPr="00FC2481">
              <w:rPr>
                <w:rStyle w:val="lkfett"/>
                <w:lang w:val="fr-CH"/>
              </w:rPr>
              <w:t>Unité 2, Le monde des odeurs</w:t>
            </w:r>
          </w:p>
        </w:tc>
      </w:tr>
      <w:tr w:rsidR="0079028F" w14:paraId="25492312" w14:textId="77777777" w:rsidTr="00430D3F">
        <w:trPr>
          <w:trHeight w:val="680"/>
        </w:trPr>
        <w:tc>
          <w:tcPr>
            <w:tcW w:w="2153" w:type="dxa"/>
            <w:vAlign w:val="center"/>
          </w:tcPr>
          <w:p w14:paraId="62D4BF97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16C701E3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6BA028DF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7A4CD0D2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6FF3F203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7C984251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835068C" w14:textId="77777777" w:rsidR="0079028F" w:rsidRPr="00951A26" w:rsidRDefault="0079028F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582EF6" w:rsidRPr="00CD42CC" w14:paraId="73301ABC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593BC2D0" w14:textId="77777777" w:rsidR="00582EF6" w:rsidRDefault="00582EF6" w:rsidP="00582EF6">
            <w:pPr>
              <w:pStyle w:val="lkp"/>
            </w:pPr>
            <w:r>
              <w:t>Cahier S. 28–49</w:t>
            </w:r>
          </w:p>
          <w:p w14:paraId="64AD97C0" w14:textId="5279BC28" w:rsidR="00582EF6" w:rsidRDefault="000E1957" w:rsidP="00582EF6">
            <w:pPr>
              <w:pStyle w:val="lkp"/>
            </w:pPr>
            <w:r w:rsidRPr="000E1957">
              <w:t>Audio 7–10, 41, 53</w:t>
            </w:r>
          </w:p>
          <w:p w14:paraId="01D326E9" w14:textId="72A39A0E" w:rsidR="00582EF6" w:rsidRDefault="00582EF6" w:rsidP="00582EF6">
            <w:pPr>
              <w:pStyle w:val="lkp"/>
            </w:pPr>
            <w:r>
              <w:t>KV 2.m</w:t>
            </w:r>
          </w:p>
        </w:tc>
        <w:tc>
          <w:tcPr>
            <w:tcW w:w="1357" w:type="dxa"/>
            <w:vAlign w:val="center"/>
          </w:tcPr>
          <w:p w14:paraId="1C88630E" w14:textId="095A0E37" w:rsidR="00582EF6" w:rsidRDefault="00582EF6" w:rsidP="00582EF6">
            <w:pPr>
              <w:pStyle w:val="lkp"/>
            </w:pPr>
            <w:r w:rsidRPr="00EE42A5">
              <w:t xml:space="preserve">Unité: </w:t>
            </w:r>
            <w:r>
              <w:t>13</w:t>
            </w:r>
            <w:r w:rsidRPr="00EE42A5">
              <w:t>–</w:t>
            </w:r>
            <w:r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5EE002A9" w14:textId="77777777" w:rsidR="00582EF6" w:rsidRPr="00EF4571" w:rsidRDefault="00582EF6" w:rsidP="00582EF6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7</w:t>
            </w:r>
          </w:p>
          <w:p w14:paraId="52D2ED74" w14:textId="77777777" w:rsidR="00582EF6" w:rsidRPr="00EF4571" w:rsidRDefault="00582EF6" w:rsidP="00582EF6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8</w:t>
            </w:r>
          </w:p>
          <w:p w14:paraId="00EC4FBD" w14:textId="77777777" w:rsidR="00582EF6" w:rsidRPr="00EF4571" w:rsidRDefault="00582EF6" w:rsidP="00582EF6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9</w:t>
            </w:r>
          </w:p>
          <w:p w14:paraId="04BBBBEA" w14:textId="77777777" w:rsidR="00582EF6" w:rsidRDefault="00582EF6" w:rsidP="00582EF6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10</w:t>
            </w:r>
          </w:p>
          <w:p w14:paraId="374CE296" w14:textId="3124A09B" w:rsidR="00582EF6" w:rsidRPr="00F66711" w:rsidRDefault="00582EF6" w:rsidP="00582EF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729" w:type="dxa"/>
            <w:vMerge w:val="restart"/>
            <w:vAlign w:val="center"/>
          </w:tcPr>
          <w:p w14:paraId="1B9D5E73" w14:textId="653219CE" w:rsidR="00582EF6" w:rsidRDefault="00582EF6" w:rsidP="00582EF6">
            <w:pPr>
              <w:pStyle w:val="lkp"/>
            </w:pPr>
            <w:r>
              <w:t>Oktober bis</w:t>
            </w:r>
            <w:r>
              <w:br/>
              <w:t>November</w:t>
            </w:r>
          </w:p>
        </w:tc>
        <w:tc>
          <w:tcPr>
            <w:tcW w:w="1843" w:type="dxa"/>
            <w:vAlign w:val="center"/>
          </w:tcPr>
          <w:p w14:paraId="7F3D1FF7" w14:textId="43C10CD7" w:rsidR="00582EF6" w:rsidRDefault="00983D23" w:rsidP="00582EF6">
            <w:pPr>
              <w:pStyle w:val="lkp"/>
            </w:pPr>
            <w:r w:rsidRPr="00983D23">
              <w:t>1H/I, 2B, 4I</w:t>
            </w:r>
          </w:p>
        </w:tc>
        <w:tc>
          <w:tcPr>
            <w:tcW w:w="2126" w:type="dxa"/>
            <w:vAlign w:val="center"/>
          </w:tcPr>
          <w:p w14:paraId="67003DCA" w14:textId="20CBFD38" w:rsidR="00582EF6" w:rsidRPr="00795587" w:rsidRDefault="00B529DE" w:rsidP="00F8448B">
            <w:pPr>
              <w:pStyle w:val="lkp"/>
            </w:pPr>
            <w:r>
              <w:t>2C–D, 3C–E, 4G–H,</w:t>
            </w:r>
            <w:r w:rsidR="000A56E4">
              <w:t xml:space="preserve"> </w:t>
            </w:r>
            <w:r>
              <w:t>5F,</w:t>
            </w:r>
            <w:r w:rsidR="00F8448B">
              <w:br/>
            </w:r>
            <w:r>
              <w:t>7D–E, 8B</w:t>
            </w:r>
          </w:p>
        </w:tc>
        <w:tc>
          <w:tcPr>
            <w:tcW w:w="3934" w:type="dxa"/>
            <w:vAlign w:val="center"/>
          </w:tcPr>
          <w:p w14:paraId="0F4F605A" w14:textId="77777777" w:rsidR="00582EF6" w:rsidRPr="00795587" w:rsidRDefault="00582EF6" w:rsidP="00582EF6">
            <w:pPr>
              <w:pStyle w:val="lkp"/>
            </w:pPr>
          </w:p>
        </w:tc>
      </w:tr>
      <w:tr w:rsidR="00582EF6" w:rsidRPr="00CE02A2" w14:paraId="53B7107B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080F4824" w14:textId="77777777" w:rsidR="00582EF6" w:rsidRPr="00172272" w:rsidRDefault="00582EF6" w:rsidP="00582EF6">
            <w:pPr>
              <w:pStyle w:val="lkp"/>
              <w:rPr>
                <w:lang w:val="fr-CH"/>
              </w:rPr>
            </w:pPr>
            <w:r w:rsidRPr="00172272">
              <w:rPr>
                <w:lang w:val="fr-CH"/>
              </w:rPr>
              <w:t>Entraîn. S. 14–23</w:t>
            </w:r>
          </w:p>
          <w:p w14:paraId="4D4F4DF7" w14:textId="77777777" w:rsidR="00582EF6" w:rsidRPr="00172272" w:rsidRDefault="00582EF6" w:rsidP="00582EF6">
            <w:pPr>
              <w:pStyle w:val="lkp"/>
              <w:rPr>
                <w:lang w:val="fr-CH"/>
              </w:rPr>
            </w:pPr>
            <w:r w:rsidRPr="00172272">
              <w:rPr>
                <w:lang w:val="fr-CH"/>
              </w:rPr>
              <w:t>Audio 2</w:t>
            </w:r>
          </w:p>
          <w:p w14:paraId="177E876D" w14:textId="714641D0" w:rsidR="00582EF6" w:rsidRPr="00172272" w:rsidRDefault="00983D23" w:rsidP="00582EF6">
            <w:pPr>
              <w:pStyle w:val="lkp"/>
              <w:rPr>
                <w:lang w:val="fr-CH"/>
              </w:rPr>
            </w:pPr>
            <w:r w:rsidRPr="00172272">
              <w:rPr>
                <w:lang w:val="fr-CH"/>
              </w:rPr>
              <w:t>Ex. int.</w:t>
            </w:r>
          </w:p>
        </w:tc>
        <w:tc>
          <w:tcPr>
            <w:tcW w:w="1357" w:type="dxa"/>
            <w:vAlign w:val="center"/>
          </w:tcPr>
          <w:p w14:paraId="6C1E0E14" w14:textId="16E51CCC" w:rsidR="00582EF6" w:rsidRPr="00B529DE" w:rsidRDefault="00582EF6" w:rsidP="00582EF6">
            <w:pPr>
              <w:pStyle w:val="lkp"/>
            </w:pPr>
            <w:r w:rsidRPr="006B5629">
              <w:t xml:space="preserve">Üben und </w:t>
            </w:r>
            <w:r w:rsidRPr="006B5629">
              <w:br/>
              <w:t xml:space="preserve">LK: </w:t>
            </w:r>
            <w:r>
              <w:t>5</w:t>
            </w:r>
            <w:r w:rsidRPr="006B5629">
              <w:t>–</w:t>
            </w:r>
            <w:r>
              <w:t>6</w:t>
            </w:r>
          </w:p>
        </w:tc>
        <w:tc>
          <w:tcPr>
            <w:tcW w:w="1134" w:type="dxa"/>
            <w:vMerge/>
            <w:vAlign w:val="center"/>
          </w:tcPr>
          <w:p w14:paraId="580EF8EB" w14:textId="77777777" w:rsidR="00582EF6" w:rsidRPr="00B529DE" w:rsidRDefault="00582EF6" w:rsidP="00582EF6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51703FB0" w14:textId="77777777" w:rsidR="00582EF6" w:rsidRPr="00B529DE" w:rsidRDefault="00582EF6" w:rsidP="00582EF6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5A48277D" w14:textId="6C37BBAD" w:rsidR="00582EF6" w:rsidRPr="004F1CC5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1D1FDD79" w14:textId="5E51D193" w:rsidR="00582EF6" w:rsidRPr="00C97666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A80367C" w14:textId="77777777" w:rsidR="00582EF6" w:rsidRPr="00CE02A2" w:rsidRDefault="00582EF6" w:rsidP="00582EF6">
            <w:pPr>
              <w:pStyle w:val="lkp"/>
            </w:pPr>
          </w:p>
        </w:tc>
      </w:tr>
      <w:tr w:rsidR="0079028F" w:rsidRPr="000A56E4" w14:paraId="5C39DDC4" w14:textId="77777777" w:rsidTr="00430D3F">
        <w:trPr>
          <w:trHeight w:val="624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31002BEE" w14:textId="7A10FE9D" w:rsidR="0079028F" w:rsidRPr="00172272" w:rsidRDefault="0079028F" w:rsidP="00430D3F">
            <w:pPr>
              <w:pStyle w:val="lkp"/>
              <w:rPr>
                <w:lang w:val="fr-CH"/>
              </w:rPr>
            </w:pPr>
            <w:r w:rsidRPr="00172272">
              <w:rPr>
                <w:lang w:val="fr-CH"/>
              </w:rPr>
              <w:t xml:space="preserve">Télescope </w:t>
            </w:r>
            <w:r w:rsidR="005A50B7" w:rsidRPr="00172272">
              <w:rPr>
                <w:lang w:val="fr-CH"/>
              </w:rPr>
              <w:t>B</w:t>
            </w:r>
          </w:p>
          <w:p w14:paraId="6EA21CDB" w14:textId="60E88AE1" w:rsidR="0079028F" w:rsidRPr="00C94C82" w:rsidRDefault="00C94C82" w:rsidP="00430D3F">
            <w:pPr>
              <w:pStyle w:val="lkp"/>
              <w:rPr>
                <w:lang w:val="fr-CH"/>
              </w:rPr>
            </w:pPr>
            <w:r w:rsidRPr="00172272">
              <w:rPr>
                <w:lang w:val="fr-CH"/>
              </w:rPr>
              <w:t>La magi</w:t>
            </w:r>
            <w:r w:rsidRPr="00C94C82">
              <w:rPr>
                <w:lang w:val="fr-CH"/>
              </w:rPr>
              <w:t>e des yeux</w:t>
            </w:r>
          </w:p>
        </w:tc>
      </w:tr>
      <w:tr w:rsidR="00582EF6" w:rsidRPr="00582EF6" w14:paraId="0F779864" w14:textId="77777777" w:rsidTr="002A035F">
        <w:trPr>
          <w:trHeight w:val="680"/>
        </w:trPr>
        <w:tc>
          <w:tcPr>
            <w:tcW w:w="2153" w:type="dxa"/>
            <w:vAlign w:val="center"/>
          </w:tcPr>
          <w:p w14:paraId="3FAAC7E4" w14:textId="77777777" w:rsidR="00582EF6" w:rsidRPr="002A035F" w:rsidRDefault="00582EF6" w:rsidP="00582EF6">
            <w:pPr>
              <w:pStyle w:val="lkp"/>
              <w:rPr>
                <w:lang w:val="fr-CH"/>
              </w:rPr>
            </w:pPr>
            <w:r w:rsidRPr="002A035F">
              <w:rPr>
                <w:lang w:val="fr-CH"/>
              </w:rPr>
              <w:t>Cahier S. 50–51</w:t>
            </w:r>
          </w:p>
          <w:p w14:paraId="32FD8ABC" w14:textId="15C351B2" w:rsidR="00582EF6" w:rsidRPr="002A07F7" w:rsidRDefault="00582EF6" w:rsidP="00582EF6">
            <w:pPr>
              <w:pStyle w:val="lkp"/>
              <w:rPr>
                <w:lang w:val="fr-CH"/>
              </w:rPr>
            </w:pPr>
            <w:r w:rsidRPr="002A035F">
              <w:rPr>
                <w:lang w:val="fr-CH"/>
              </w:rPr>
              <w:t>Audio 11</w:t>
            </w:r>
          </w:p>
        </w:tc>
        <w:tc>
          <w:tcPr>
            <w:tcW w:w="1357" w:type="dxa"/>
            <w:vAlign w:val="center"/>
          </w:tcPr>
          <w:p w14:paraId="43C022AB" w14:textId="0121CFB1" w:rsidR="00582EF6" w:rsidRPr="002A07F7" w:rsidRDefault="00582EF6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3CFEC1D4" w14:textId="09296B5B" w:rsidR="00582EF6" w:rsidRPr="002A07F7" w:rsidRDefault="00582EF6" w:rsidP="00582EF6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12</w:t>
            </w:r>
          </w:p>
        </w:tc>
        <w:tc>
          <w:tcPr>
            <w:tcW w:w="1729" w:type="dxa"/>
            <w:vAlign w:val="center"/>
          </w:tcPr>
          <w:p w14:paraId="145EB557" w14:textId="1508426D" w:rsidR="00582EF6" w:rsidRPr="002A07F7" w:rsidRDefault="00582EF6" w:rsidP="00582EF6">
            <w:pPr>
              <w:pStyle w:val="lkp"/>
              <w:rPr>
                <w:lang w:val="fr-CH"/>
              </w:rPr>
            </w:pPr>
            <w:r>
              <w:t>November</w:t>
            </w:r>
          </w:p>
        </w:tc>
        <w:tc>
          <w:tcPr>
            <w:tcW w:w="1843" w:type="dxa"/>
            <w:vAlign w:val="center"/>
          </w:tcPr>
          <w:p w14:paraId="105F7D7C" w14:textId="78E90FB2" w:rsidR="00582EF6" w:rsidRPr="002A07F7" w:rsidRDefault="00582EF6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3E</w:t>
            </w:r>
          </w:p>
        </w:tc>
        <w:tc>
          <w:tcPr>
            <w:tcW w:w="2126" w:type="dxa"/>
            <w:vAlign w:val="center"/>
          </w:tcPr>
          <w:p w14:paraId="3A5DBE56" w14:textId="200C1BC9" w:rsidR="00582EF6" w:rsidRPr="002A07F7" w:rsidRDefault="00582EF6" w:rsidP="00582EF6">
            <w:pPr>
              <w:pStyle w:val="lkp"/>
              <w:rPr>
                <w:lang w:val="fr-CH"/>
              </w:rPr>
            </w:pPr>
            <w:r w:rsidRPr="00DC7FAD">
              <w:rPr>
                <w:lang w:val="fr-CH"/>
              </w:rPr>
              <w:t>2A/B, 3B/C</w:t>
            </w:r>
          </w:p>
        </w:tc>
        <w:tc>
          <w:tcPr>
            <w:tcW w:w="3934" w:type="dxa"/>
            <w:vAlign w:val="center"/>
          </w:tcPr>
          <w:p w14:paraId="395BBD3D" w14:textId="77777777" w:rsidR="00582EF6" w:rsidRPr="002A07F7" w:rsidRDefault="00582EF6" w:rsidP="00582EF6">
            <w:pPr>
              <w:pStyle w:val="lkp"/>
              <w:rPr>
                <w:lang w:val="fr-CH"/>
              </w:rPr>
            </w:pPr>
          </w:p>
        </w:tc>
      </w:tr>
    </w:tbl>
    <w:p w14:paraId="53F88076" w14:textId="760CDE5B" w:rsidR="00DE2EB1" w:rsidRDefault="00DE2EB1" w:rsidP="004F5D10">
      <w:pPr>
        <w:pStyle w:val="lkp"/>
        <w:rPr>
          <w:lang w:val="fr-CH"/>
        </w:rPr>
      </w:pPr>
    </w:p>
    <w:p w14:paraId="4B601983" w14:textId="760CDE5B" w:rsidR="0053331A" w:rsidRPr="00DE2EB1" w:rsidRDefault="0053331A" w:rsidP="00DE2EB1">
      <w:pPr>
        <w:tabs>
          <w:tab w:val="left" w:pos="4511"/>
        </w:tabs>
        <w:rPr>
          <w:lang w:val="fr-CH" w:eastAsia="de-DE"/>
        </w:rPr>
      </w:pPr>
      <w:bookmarkStart w:id="0" w:name="_GoBack"/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8A13BA" w:rsidRPr="000A56E4" w14:paraId="673EB16B" w14:textId="77777777" w:rsidTr="00430D3F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bookmarkEnd w:id="0"/>
          <w:p w14:paraId="214821A0" w14:textId="7CB2B005" w:rsidR="008A13BA" w:rsidRPr="00E210A4" w:rsidRDefault="008867F7" w:rsidP="008A13BA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lastRenderedPageBreak/>
              <w:t xml:space="preserve">Unité </w:t>
            </w:r>
            <w:r>
              <w:rPr>
                <w:rStyle w:val="lkfett"/>
                <w:lang w:val="fr-CH"/>
              </w:rPr>
              <w:t>3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8D69A3">
              <w:rPr>
                <w:rStyle w:val="lkfett"/>
                <w:lang w:val="fr-CH"/>
              </w:rPr>
              <w:t>Aux marchés</w:t>
            </w:r>
            <w:r>
              <w:rPr>
                <w:rStyle w:val="lkfett"/>
                <w:lang w:val="fr-CH"/>
              </w:rPr>
              <w:t xml:space="preserve"> </w:t>
            </w:r>
            <w:r w:rsidRPr="008D69A3">
              <w:rPr>
                <w:rStyle w:val="lkfett"/>
                <w:lang w:val="fr-CH"/>
              </w:rPr>
              <w:t>aux puces</w:t>
            </w:r>
          </w:p>
        </w:tc>
      </w:tr>
      <w:tr w:rsidR="008A13BA" w:rsidRPr="00951A26" w14:paraId="5AF5AEE0" w14:textId="77777777" w:rsidTr="00430D3F">
        <w:trPr>
          <w:trHeight w:val="680"/>
        </w:trPr>
        <w:tc>
          <w:tcPr>
            <w:tcW w:w="2153" w:type="dxa"/>
            <w:vAlign w:val="center"/>
          </w:tcPr>
          <w:p w14:paraId="6B293BD9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7E9D5D7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50BD630F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0C8E1B02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42AEC610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45F11F57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4E4C2A0A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582EF6" w:rsidRPr="00295E4A" w14:paraId="2C414F69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6F0B4947" w14:textId="77777777" w:rsidR="00582EF6" w:rsidRDefault="00582EF6" w:rsidP="00582EF6">
            <w:pPr>
              <w:pStyle w:val="lkp"/>
            </w:pPr>
            <w:r>
              <w:t>Cahier S. 52–73</w:t>
            </w:r>
          </w:p>
          <w:p w14:paraId="1F07136B" w14:textId="6FE3312D" w:rsidR="00582EF6" w:rsidRPr="00970EFB" w:rsidRDefault="0054440E" w:rsidP="00582EF6">
            <w:pPr>
              <w:pStyle w:val="lkp"/>
            </w:pPr>
            <w:r w:rsidRPr="00970EFB">
              <w:t>Audio 12–17, 43, 55</w:t>
            </w:r>
          </w:p>
          <w:p w14:paraId="1E42C123" w14:textId="6D80B5A0" w:rsidR="00582EF6" w:rsidRDefault="00582EF6" w:rsidP="00582EF6">
            <w:pPr>
              <w:pStyle w:val="lkp"/>
            </w:pPr>
            <w:r>
              <w:t>KV 3.1–3.3, 3.m</w:t>
            </w:r>
          </w:p>
        </w:tc>
        <w:tc>
          <w:tcPr>
            <w:tcW w:w="1357" w:type="dxa"/>
            <w:vAlign w:val="center"/>
          </w:tcPr>
          <w:p w14:paraId="01F81590" w14:textId="7DC4BF72" w:rsidR="00582EF6" w:rsidRDefault="00582EF6" w:rsidP="00582EF6">
            <w:pPr>
              <w:pStyle w:val="lkp"/>
            </w:pPr>
            <w:r w:rsidRPr="00C41CF5">
              <w:t xml:space="preserve">Unité: </w:t>
            </w:r>
            <w:r>
              <w:t>13</w:t>
            </w:r>
            <w:r w:rsidRPr="00C41CF5">
              <w:t>–</w:t>
            </w:r>
            <w:r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7FF17039" w14:textId="77777777" w:rsidR="00582EF6" w:rsidRPr="00F02B84" w:rsidRDefault="00582EF6" w:rsidP="00582EF6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</w:t>
            </w:r>
            <w:r>
              <w:rPr>
                <w:rFonts w:cstheme="minorHAnsi"/>
              </w:rPr>
              <w:t>3</w:t>
            </w:r>
          </w:p>
          <w:p w14:paraId="6C6B25A1" w14:textId="77777777" w:rsidR="00582EF6" w:rsidRPr="00F02B84" w:rsidRDefault="00582EF6" w:rsidP="00582EF6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</w:t>
            </w:r>
            <w:r>
              <w:rPr>
                <w:rFonts w:cstheme="minorHAnsi"/>
              </w:rPr>
              <w:t>4</w:t>
            </w:r>
          </w:p>
          <w:p w14:paraId="658F731E" w14:textId="77777777" w:rsidR="00582EF6" w:rsidRPr="00F02B84" w:rsidRDefault="00582EF6" w:rsidP="00582EF6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</w:t>
            </w:r>
            <w:r>
              <w:rPr>
                <w:rFonts w:cstheme="minorHAnsi"/>
              </w:rPr>
              <w:t>5</w:t>
            </w:r>
          </w:p>
          <w:p w14:paraId="4B4039D0" w14:textId="77777777" w:rsidR="00582EF6" w:rsidRPr="00F02B84" w:rsidRDefault="00582EF6" w:rsidP="00582EF6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</w:t>
            </w:r>
            <w:r>
              <w:rPr>
                <w:rFonts w:cstheme="minorHAnsi"/>
              </w:rPr>
              <w:t>6</w:t>
            </w:r>
          </w:p>
          <w:p w14:paraId="255FF17B" w14:textId="79F6BA53" w:rsidR="00582EF6" w:rsidRPr="00F66711" w:rsidRDefault="00582EF6" w:rsidP="00582EF6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</w:t>
            </w:r>
            <w:r>
              <w:rPr>
                <w:rFonts w:cstheme="minorHAnsi"/>
              </w:rPr>
              <w:t>7</w:t>
            </w:r>
          </w:p>
        </w:tc>
        <w:tc>
          <w:tcPr>
            <w:tcW w:w="1729" w:type="dxa"/>
            <w:vMerge w:val="restart"/>
            <w:vAlign w:val="center"/>
          </w:tcPr>
          <w:p w14:paraId="6CBFD00E" w14:textId="0956F339" w:rsidR="00582EF6" w:rsidRDefault="00582EF6" w:rsidP="00582EF6">
            <w:pPr>
              <w:pStyle w:val="lkp"/>
            </w:pPr>
            <w:r>
              <w:t xml:space="preserve">Dezember bis </w:t>
            </w:r>
            <w:r>
              <w:br/>
              <w:t>Semesterende</w:t>
            </w:r>
          </w:p>
        </w:tc>
        <w:tc>
          <w:tcPr>
            <w:tcW w:w="1843" w:type="dxa"/>
            <w:vAlign w:val="center"/>
          </w:tcPr>
          <w:p w14:paraId="159D87CC" w14:textId="31B167C3" w:rsidR="00582EF6" w:rsidRDefault="00AC6E22" w:rsidP="00AC6E22">
            <w:pPr>
              <w:pStyle w:val="lkp"/>
            </w:pPr>
            <w:r>
              <w:t>1B, 2F–G, 5B, 5G,</w:t>
            </w:r>
            <w:r>
              <w:br/>
              <w:t>10E</w:t>
            </w:r>
          </w:p>
        </w:tc>
        <w:tc>
          <w:tcPr>
            <w:tcW w:w="2126" w:type="dxa"/>
            <w:vAlign w:val="center"/>
          </w:tcPr>
          <w:p w14:paraId="576F675D" w14:textId="39B04469" w:rsidR="00582EF6" w:rsidRPr="00AC6E22" w:rsidRDefault="007C0241" w:rsidP="007C0241">
            <w:pPr>
              <w:pStyle w:val="lkp"/>
            </w:pPr>
            <w:r>
              <w:t xml:space="preserve">1D–E, 2E/J, 3E, 4C, </w:t>
            </w:r>
            <w:r w:rsidR="00587EEE">
              <w:br/>
            </w:r>
            <w:r>
              <w:t>5D–F, 7C</w:t>
            </w:r>
          </w:p>
        </w:tc>
        <w:tc>
          <w:tcPr>
            <w:tcW w:w="3934" w:type="dxa"/>
            <w:vAlign w:val="center"/>
          </w:tcPr>
          <w:p w14:paraId="67DD34D9" w14:textId="77777777" w:rsidR="00582EF6" w:rsidRPr="00AC6E22" w:rsidRDefault="00582EF6" w:rsidP="00582EF6">
            <w:pPr>
              <w:pStyle w:val="lkp"/>
            </w:pPr>
          </w:p>
        </w:tc>
      </w:tr>
      <w:tr w:rsidR="00582EF6" w:rsidRPr="00CE02A2" w14:paraId="02D36C62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07C78050" w14:textId="77777777" w:rsidR="00582EF6" w:rsidRPr="00172272" w:rsidRDefault="00582EF6" w:rsidP="00582EF6">
            <w:pPr>
              <w:pStyle w:val="lkp"/>
              <w:rPr>
                <w:lang w:val="fr-CH"/>
              </w:rPr>
            </w:pPr>
            <w:r w:rsidRPr="00172272">
              <w:rPr>
                <w:lang w:val="fr-CH"/>
              </w:rPr>
              <w:t>Entraîn. S. 24–33</w:t>
            </w:r>
          </w:p>
          <w:p w14:paraId="0B9237BC" w14:textId="77777777" w:rsidR="00582EF6" w:rsidRPr="00172272" w:rsidRDefault="00582EF6" w:rsidP="00582EF6">
            <w:pPr>
              <w:pStyle w:val="lkp"/>
              <w:rPr>
                <w:lang w:val="fr-CH"/>
              </w:rPr>
            </w:pPr>
            <w:r w:rsidRPr="00172272">
              <w:rPr>
                <w:lang w:val="fr-CH"/>
              </w:rPr>
              <w:t>Audio 3–6</w:t>
            </w:r>
          </w:p>
          <w:p w14:paraId="60903C2B" w14:textId="587A4D36" w:rsidR="00582EF6" w:rsidRPr="00172272" w:rsidRDefault="003B422C" w:rsidP="00582EF6">
            <w:pPr>
              <w:pStyle w:val="lkp"/>
              <w:rPr>
                <w:lang w:val="fr-CH"/>
              </w:rPr>
            </w:pPr>
            <w:r w:rsidRPr="00172272">
              <w:rPr>
                <w:lang w:val="fr-CH"/>
              </w:rPr>
              <w:t>Ex. int.</w:t>
            </w:r>
          </w:p>
        </w:tc>
        <w:tc>
          <w:tcPr>
            <w:tcW w:w="1357" w:type="dxa"/>
            <w:vAlign w:val="center"/>
          </w:tcPr>
          <w:p w14:paraId="18613356" w14:textId="1CD040BB" w:rsidR="00582EF6" w:rsidRPr="00AC6E22" w:rsidRDefault="00582EF6" w:rsidP="00582EF6">
            <w:pPr>
              <w:pStyle w:val="lkp"/>
            </w:pPr>
            <w:r w:rsidRPr="00E22BA5">
              <w:t xml:space="preserve">Üben und </w:t>
            </w:r>
            <w:r w:rsidRPr="00E22BA5">
              <w:br/>
              <w:t xml:space="preserve">LK: </w:t>
            </w:r>
            <w:r>
              <w:t>5</w:t>
            </w:r>
            <w:r w:rsidRPr="00E22BA5">
              <w:t>–</w:t>
            </w:r>
            <w:r>
              <w:t>6</w:t>
            </w:r>
          </w:p>
        </w:tc>
        <w:tc>
          <w:tcPr>
            <w:tcW w:w="1134" w:type="dxa"/>
            <w:vMerge/>
            <w:vAlign w:val="center"/>
          </w:tcPr>
          <w:p w14:paraId="63FB2B6E" w14:textId="77777777" w:rsidR="00582EF6" w:rsidRPr="00AC6E22" w:rsidRDefault="00582EF6" w:rsidP="00582EF6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35BDF5DA" w14:textId="77777777" w:rsidR="00582EF6" w:rsidRPr="00AC6E22" w:rsidRDefault="00582EF6" w:rsidP="00582EF6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538D6C55" w14:textId="26C638CA" w:rsidR="00582EF6" w:rsidRPr="004F1CC5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7381E54C" w14:textId="6C06D46B" w:rsidR="00582EF6" w:rsidRPr="00C97666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59468E71" w14:textId="77777777" w:rsidR="00582EF6" w:rsidRPr="00CE02A2" w:rsidRDefault="00582EF6" w:rsidP="00582EF6">
            <w:pPr>
              <w:pStyle w:val="lkp"/>
            </w:pPr>
          </w:p>
        </w:tc>
      </w:tr>
      <w:tr w:rsidR="008A13BA" w:rsidRPr="00E210A4" w14:paraId="4C97F8BF" w14:textId="77777777" w:rsidTr="00430D3F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3F7D7FAD" w14:textId="3AA16344" w:rsidR="008A13BA" w:rsidRPr="00E210A4" w:rsidRDefault="001403B3" w:rsidP="008A13BA">
            <w:pPr>
              <w:pStyle w:val="lkp"/>
              <w:rPr>
                <w:rStyle w:val="lkfett"/>
                <w:lang w:val="fr-CH"/>
              </w:rPr>
            </w:pPr>
            <w:r w:rsidRPr="00587EEE">
              <w:rPr>
                <w:rStyle w:val="lkfett"/>
              </w:rPr>
              <w:t xml:space="preserve">Unité 4, La ville </w:t>
            </w:r>
            <w:r w:rsidRPr="00110D0F">
              <w:rPr>
                <w:rStyle w:val="lkfett"/>
                <w:lang w:val="fr-CH"/>
              </w:rPr>
              <w:t>verte</w:t>
            </w:r>
          </w:p>
        </w:tc>
      </w:tr>
      <w:tr w:rsidR="008A13BA" w:rsidRPr="00951A26" w14:paraId="7FEA5637" w14:textId="77777777" w:rsidTr="00430D3F">
        <w:trPr>
          <w:trHeight w:val="680"/>
        </w:trPr>
        <w:tc>
          <w:tcPr>
            <w:tcW w:w="2153" w:type="dxa"/>
            <w:vAlign w:val="center"/>
          </w:tcPr>
          <w:p w14:paraId="7D2E9C9D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003B1C17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76B144F1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09AEC04D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1013F74F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6903410D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3CE38822" w14:textId="77777777" w:rsidR="008A13BA" w:rsidRPr="00951A26" w:rsidRDefault="008A13BA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582EF6" w:rsidRPr="00295E4A" w14:paraId="5669021C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3316C9FD" w14:textId="77777777" w:rsidR="00582EF6" w:rsidRDefault="00582EF6" w:rsidP="00582EF6">
            <w:pPr>
              <w:pStyle w:val="lkp"/>
            </w:pPr>
            <w:r>
              <w:t>Cahier S. 6–27</w:t>
            </w:r>
          </w:p>
          <w:p w14:paraId="0C4FBB0A" w14:textId="1AF2D7B6" w:rsidR="00582EF6" w:rsidRDefault="00620B7D" w:rsidP="00582EF6">
            <w:pPr>
              <w:pStyle w:val="lkp"/>
            </w:pPr>
            <w:r w:rsidRPr="00620B7D">
              <w:t>Audio 18–24, 44, 46, 57</w:t>
            </w:r>
          </w:p>
          <w:p w14:paraId="5BFA8253" w14:textId="69C73716" w:rsidR="00582EF6" w:rsidRDefault="00582EF6" w:rsidP="00582EF6">
            <w:pPr>
              <w:pStyle w:val="lkp"/>
            </w:pPr>
            <w:r>
              <w:t>KV 4.1–4.3, 4.m</w:t>
            </w:r>
          </w:p>
        </w:tc>
        <w:tc>
          <w:tcPr>
            <w:tcW w:w="1357" w:type="dxa"/>
            <w:vAlign w:val="center"/>
          </w:tcPr>
          <w:p w14:paraId="34669E38" w14:textId="1A9939A3" w:rsidR="00582EF6" w:rsidRDefault="00582EF6" w:rsidP="00582EF6">
            <w:pPr>
              <w:pStyle w:val="lkp"/>
            </w:pPr>
            <w:r w:rsidRPr="0097003D">
              <w:t xml:space="preserve">Unité: </w:t>
            </w:r>
            <w:r>
              <w:t>13</w:t>
            </w:r>
            <w:r w:rsidRPr="0097003D">
              <w:t>–</w:t>
            </w:r>
            <w:r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0344D23F" w14:textId="77777777" w:rsidR="00582EF6" w:rsidRPr="006311F1" w:rsidRDefault="00582EF6" w:rsidP="00582EF6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</w:t>
            </w:r>
            <w:r>
              <w:rPr>
                <w:rFonts w:cstheme="minorHAnsi"/>
              </w:rPr>
              <w:t>8</w:t>
            </w:r>
          </w:p>
          <w:p w14:paraId="02427EED" w14:textId="77777777" w:rsidR="00582EF6" w:rsidRPr="006311F1" w:rsidRDefault="00582EF6" w:rsidP="00582EF6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</w:t>
            </w:r>
            <w:r>
              <w:rPr>
                <w:rFonts w:cstheme="minorHAnsi"/>
              </w:rPr>
              <w:t>9</w:t>
            </w:r>
          </w:p>
          <w:p w14:paraId="4C0BFAE1" w14:textId="77777777" w:rsidR="00582EF6" w:rsidRPr="006311F1" w:rsidRDefault="00582EF6" w:rsidP="00582EF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  <w:p w14:paraId="02A45DBB" w14:textId="77777777" w:rsidR="00582EF6" w:rsidRPr="006311F1" w:rsidRDefault="00582EF6" w:rsidP="00582EF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  <w:p w14:paraId="5FD08BAE" w14:textId="76AC9284" w:rsidR="00582EF6" w:rsidRPr="00F66711" w:rsidRDefault="00582EF6" w:rsidP="00582EF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1729" w:type="dxa"/>
            <w:vMerge w:val="restart"/>
            <w:vAlign w:val="center"/>
          </w:tcPr>
          <w:p w14:paraId="5E8B7B09" w14:textId="557DCC03" w:rsidR="00582EF6" w:rsidRDefault="00582EF6" w:rsidP="00582EF6">
            <w:pPr>
              <w:pStyle w:val="lkp"/>
            </w:pPr>
            <w:r>
              <w:t xml:space="preserve">Semesteranfang </w:t>
            </w:r>
            <w:r>
              <w:br/>
              <w:t>bis März</w:t>
            </w:r>
          </w:p>
        </w:tc>
        <w:tc>
          <w:tcPr>
            <w:tcW w:w="1843" w:type="dxa"/>
            <w:vAlign w:val="center"/>
          </w:tcPr>
          <w:p w14:paraId="27FBE688" w14:textId="6951B3CE" w:rsidR="00582EF6" w:rsidRDefault="004849D7" w:rsidP="00CF40FB">
            <w:pPr>
              <w:pStyle w:val="lkp"/>
            </w:pPr>
            <w:r>
              <w:t xml:space="preserve">3F–G, 4I–J, 6G, </w:t>
            </w:r>
            <w:r w:rsidR="00CF40FB">
              <w:br/>
            </w:r>
            <w:r>
              <w:t>8E/G</w:t>
            </w:r>
          </w:p>
        </w:tc>
        <w:tc>
          <w:tcPr>
            <w:tcW w:w="2126" w:type="dxa"/>
            <w:vAlign w:val="center"/>
          </w:tcPr>
          <w:p w14:paraId="05C7B638" w14:textId="6E297A22" w:rsidR="00582EF6" w:rsidRPr="00A9374A" w:rsidRDefault="008E1942" w:rsidP="008E1942">
            <w:pPr>
              <w:pStyle w:val="lkp"/>
            </w:pPr>
            <w:r>
              <w:t>1D–G, 2D, 4B/G/I,</w:t>
            </w:r>
            <w:r>
              <w:br/>
              <w:t>5B–F, 6C/E/G, 7E–F</w:t>
            </w:r>
          </w:p>
        </w:tc>
        <w:tc>
          <w:tcPr>
            <w:tcW w:w="3934" w:type="dxa"/>
            <w:vAlign w:val="center"/>
          </w:tcPr>
          <w:p w14:paraId="59A62868" w14:textId="77777777" w:rsidR="00582EF6" w:rsidRPr="00A9374A" w:rsidRDefault="00582EF6" w:rsidP="00582EF6">
            <w:pPr>
              <w:pStyle w:val="lkp"/>
            </w:pPr>
          </w:p>
        </w:tc>
      </w:tr>
      <w:tr w:rsidR="00582EF6" w:rsidRPr="00CE02A2" w14:paraId="0111531F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14C8E231" w14:textId="77777777" w:rsidR="00582EF6" w:rsidRPr="005B1BE5" w:rsidRDefault="00582EF6" w:rsidP="00582EF6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Entraîn. S. 34–43</w:t>
            </w:r>
          </w:p>
          <w:p w14:paraId="799A2B58" w14:textId="77777777" w:rsidR="00582EF6" w:rsidRPr="005B1BE5" w:rsidRDefault="00582EF6" w:rsidP="00582EF6">
            <w:pPr>
              <w:pStyle w:val="lkp"/>
              <w:rPr>
                <w:lang w:val="fr-CH"/>
              </w:rPr>
            </w:pPr>
            <w:r w:rsidRPr="005B1BE5">
              <w:rPr>
                <w:lang w:val="fr-CH"/>
              </w:rPr>
              <w:t>Audio 7–8</w:t>
            </w:r>
          </w:p>
          <w:p w14:paraId="1582CE55" w14:textId="7C2CFDA0" w:rsidR="00582EF6" w:rsidRPr="00263040" w:rsidRDefault="004849D7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Ex. int.</w:t>
            </w:r>
          </w:p>
        </w:tc>
        <w:tc>
          <w:tcPr>
            <w:tcW w:w="1357" w:type="dxa"/>
            <w:vAlign w:val="center"/>
          </w:tcPr>
          <w:p w14:paraId="56324468" w14:textId="34A1BDD7" w:rsidR="00582EF6" w:rsidRPr="00341932" w:rsidRDefault="00582EF6" w:rsidP="00582EF6">
            <w:pPr>
              <w:pStyle w:val="lkp"/>
              <w:rPr>
                <w:lang w:val="fr-CH"/>
              </w:rPr>
            </w:pPr>
            <w:r w:rsidRPr="00B575E0">
              <w:t xml:space="preserve">Üben und </w:t>
            </w:r>
            <w:r>
              <w:br/>
            </w:r>
            <w:r w:rsidRPr="00B575E0">
              <w:t xml:space="preserve">LK: </w:t>
            </w:r>
            <w:r>
              <w:t>5</w:t>
            </w:r>
            <w:r w:rsidRPr="00B575E0">
              <w:t>–</w:t>
            </w:r>
            <w:r>
              <w:t>6</w:t>
            </w:r>
          </w:p>
        </w:tc>
        <w:tc>
          <w:tcPr>
            <w:tcW w:w="1134" w:type="dxa"/>
            <w:vMerge/>
            <w:vAlign w:val="center"/>
          </w:tcPr>
          <w:p w14:paraId="61772617" w14:textId="77777777" w:rsidR="00582EF6" w:rsidRPr="00341932" w:rsidRDefault="00582EF6" w:rsidP="00582EF6">
            <w:pPr>
              <w:pStyle w:val="lkp"/>
              <w:rPr>
                <w:rFonts w:cstheme="minorHAnsi"/>
                <w:lang w:val="fr-CH"/>
              </w:rPr>
            </w:pPr>
          </w:p>
        </w:tc>
        <w:tc>
          <w:tcPr>
            <w:tcW w:w="1729" w:type="dxa"/>
            <w:vMerge/>
            <w:vAlign w:val="center"/>
          </w:tcPr>
          <w:p w14:paraId="32FD382B" w14:textId="77777777" w:rsidR="00582EF6" w:rsidRPr="00341932" w:rsidRDefault="00582EF6" w:rsidP="00582EF6">
            <w:pPr>
              <w:pStyle w:val="lkp"/>
              <w:rPr>
                <w:lang w:val="fr-CH"/>
              </w:rPr>
            </w:pPr>
          </w:p>
        </w:tc>
        <w:tc>
          <w:tcPr>
            <w:tcW w:w="1843" w:type="dxa"/>
            <w:vAlign w:val="center"/>
          </w:tcPr>
          <w:p w14:paraId="37608E1B" w14:textId="67B6DD71" w:rsidR="00582EF6" w:rsidRPr="004F1CC5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0E387C66" w14:textId="343F000F" w:rsidR="00582EF6" w:rsidRPr="00C97666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28091FAF" w14:textId="77777777" w:rsidR="00582EF6" w:rsidRPr="00CE02A2" w:rsidRDefault="00582EF6" w:rsidP="00582EF6">
            <w:pPr>
              <w:pStyle w:val="lkp"/>
            </w:pPr>
          </w:p>
        </w:tc>
      </w:tr>
      <w:tr w:rsidR="008A13BA" w:rsidRPr="000A56E4" w14:paraId="0746FE41" w14:textId="77777777" w:rsidTr="00430D3F">
        <w:trPr>
          <w:trHeight w:val="624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10AE77E0" w14:textId="4927A28A" w:rsidR="008A13BA" w:rsidRDefault="008A13BA" w:rsidP="00430D3F">
            <w:pPr>
              <w:pStyle w:val="lkp"/>
              <w:rPr>
                <w:lang w:val="fr-CH"/>
              </w:rPr>
            </w:pPr>
            <w:r w:rsidRPr="00B448C9">
              <w:rPr>
                <w:lang w:val="fr-CH"/>
              </w:rPr>
              <w:t xml:space="preserve">Télescope </w:t>
            </w:r>
            <w:r w:rsidR="0016570E">
              <w:rPr>
                <w:lang w:val="fr-CH"/>
              </w:rPr>
              <w:t>C</w:t>
            </w:r>
          </w:p>
          <w:p w14:paraId="103974EA" w14:textId="7C72763D" w:rsidR="008A13BA" w:rsidRPr="006F06EF" w:rsidRDefault="006F06EF" w:rsidP="00430D3F">
            <w:pPr>
              <w:pStyle w:val="lkp"/>
              <w:rPr>
                <w:lang w:val="fr-CH"/>
              </w:rPr>
            </w:pPr>
            <w:r w:rsidRPr="006F06EF">
              <w:rPr>
                <w:lang w:val="fr-CH"/>
              </w:rPr>
              <w:t>Le jeu du futur</w:t>
            </w:r>
          </w:p>
        </w:tc>
      </w:tr>
      <w:tr w:rsidR="00582EF6" w:rsidRPr="00582EF6" w14:paraId="2E1F3D3A" w14:textId="77777777" w:rsidTr="0016570E">
        <w:trPr>
          <w:trHeight w:val="680"/>
        </w:trPr>
        <w:tc>
          <w:tcPr>
            <w:tcW w:w="2153" w:type="dxa"/>
            <w:vAlign w:val="center"/>
          </w:tcPr>
          <w:p w14:paraId="025019D2" w14:textId="77777777" w:rsidR="00582EF6" w:rsidRPr="007D2ECB" w:rsidRDefault="00582EF6" w:rsidP="00582EF6">
            <w:pPr>
              <w:pStyle w:val="lkp"/>
              <w:rPr>
                <w:lang w:val="fr-CH"/>
              </w:rPr>
            </w:pPr>
            <w:r w:rsidRPr="007D2ECB">
              <w:rPr>
                <w:lang w:val="fr-CH"/>
              </w:rPr>
              <w:t>Cahier S. 26–27</w:t>
            </w:r>
          </w:p>
          <w:p w14:paraId="4994B926" w14:textId="55FB336D" w:rsidR="00582EF6" w:rsidRPr="002A07F7" w:rsidRDefault="00582EF6" w:rsidP="00582EF6">
            <w:pPr>
              <w:pStyle w:val="lkp"/>
              <w:rPr>
                <w:lang w:val="fr-CH"/>
              </w:rPr>
            </w:pPr>
            <w:r w:rsidRPr="007D2ECB">
              <w:rPr>
                <w:lang w:val="fr-CH"/>
              </w:rPr>
              <w:t>KV</w:t>
            </w:r>
          </w:p>
        </w:tc>
        <w:tc>
          <w:tcPr>
            <w:tcW w:w="1357" w:type="dxa"/>
            <w:vAlign w:val="center"/>
          </w:tcPr>
          <w:p w14:paraId="698FCB78" w14:textId="20F0C7E6" w:rsidR="00582EF6" w:rsidRPr="002A07F7" w:rsidRDefault="00582EF6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4C7DA8E3" w14:textId="5031913B" w:rsidR="00582EF6" w:rsidRPr="002A07F7" w:rsidRDefault="00582EF6" w:rsidP="00582EF6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23</w:t>
            </w:r>
          </w:p>
        </w:tc>
        <w:tc>
          <w:tcPr>
            <w:tcW w:w="1729" w:type="dxa"/>
            <w:vAlign w:val="center"/>
          </w:tcPr>
          <w:p w14:paraId="0BC4F4B2" w14:textId="189D53A3" w:rsidR="00582EF6" w:rsidRPr="002A07F7" w:rsidRDefault="00582EF6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März</w:t>
            </w:r>
          </w:p>
        </w:tc>
        <w:tc>
          <w:tcPr>
            <w:tcW w:w="1843" w:type="dxa"/>
            <w:vAlign w:val="center"/>
          </w:tcPr>
          <w:p w14:paraId="1DEBF72E" w14:textId="669E4777" w:rsidR="00582EF6" w:rsidRPr="002A07F7" w:rsidRDefault="00582EF6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1</w:t>
            </w:r>
          </w:p>
        </w:tc>
        <w:tc>
          <w:tcPr>
            <w:tcW w:w="2126" w:type="dxa"/>
            <w:vAlign w:val="center"/>
          </w:tcPr>
          <w:p w14:paraId="00766121" w14:textId="77777777" w:rsidR="00582EF6" w:rsidRPr="002A07F7" w:rsidRDefault="00582EF6" w:rsidP="00582EF6">
            <w:pPr>
              <w:pStyle w:val="lkp"/>
              <w:rPr>
                <w:lang w:val="fr-CH"/>
              </w:rPr>
            </w:pPr>
          </w:p>
        </w:tc>
        <w:tc>
          <w:tcPr>
            <w:tcW w:w="3934" w:type="dxa"/>
            <w:vAlign w:val="center"/>
          </w:tcPr>
          <w:p w14:paraId="5878D20E" w14:textId="77777777" w:rsidR="00582EF6" w:rsidRPr="002A07F7" w:rsidRDefault="00582EF6" w:rsidP="00582EF6">
            <w:pPr>
              <w:pStyle w:val="lkp"/>
              <w:rPr>
                <w:lang w:val="fr-CH"/>
              </w:rPr>
            </w:pPr>
          </w:p>
        </w:tc>
      </w:tr>
    </w:tbl>
    <w:p w14:paraId="63A6E6EE" w14:textId="2FCE46F2" w:rsidR="0053331A" w:rsidRDefault="0053331A" w:rsidP="004F5D10">
      <w:pPr>
        <w:pStyle w:val="lkp"/>
        <w:rPr>
          <w:lang w:val="fr-CH"/>
        </w:rPr>
      </w:pPr>
    </w:p>
    <w:p w14:paraId="17846C49" w14:textId="77777777" w:rsidR="00464D06" w:rsidRPr="00000CB2" w:rsidRDefault="00464D06" w:rsidP="004F5D10">
      <w:pPr>
        <w:pStyle w:val="lkp"/>
        <w:rPr>
          <w:lang w:val="fr-CH"/>
        </w:rPr>
      </w:pPr>
    </w:p>
    <w:p w14:paraId="38DAE1FD" w14:textId="77777777" w:rsidR="006437D4" w:rsidRDefault="006437D4" w:rsidP="004F5D10">
      <w:pPr>
        <w:pStyle w:val="lkp"/>
        <w:rPr>
          <w:lang w:val="fr-CH"/>
        </w:rPr>
        <w:sectPr w:rsidR="006437D4" w:rsidSect="0006797A">
          <w:footerReference w:type="default" r:id="rId11"/>
          <w:pgSz w:w="16838" w:h="11906" w:orient="landscape"/>
          <w:pgMar w:top="794" w:right="1418" w:bottom="567" w:left="1134" w:header="397" w:footer="578" w:gutter="0"/>
          <w:cols w:space="708"/>
          <w:docGrid w:linePitch="360"/>
        </w:sectPr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6437D4" w:rsidRPr="000A56E4" w14:paraId="1F1427FA" w14:textId="77777777" w:rsidTr="00430D3F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401C7729" w14:textId="57F7619F" w:rsidR="006437D4" w:rsidRPr="00E210A4" w:rsidRDefault="004D6BEF" w:rsidP="006437D4">
            <w:pPr>
              <w:pStyle w:val="lkp"/>
              <w:rPr>
                <w:rStyle w:val="lkfett"/>
                <w:lang w:val="fr-CH"/>
              </w:rPr>
            </w:pPr>
            <w:r w:rsidRPr="007106F4">
              <w:rPr>
                <w:rStyle w:val="lkfett"/>
                <w:lang w:val="fr-CH"/>
              </w:rPr>
              <w:lastRenderedPageBreak/>
              <w:t xml:space="preserve">Unité 5, </w:t>
            </w:r>
            <w:r w:rsidRPr="00315249">
              <w:rPr>
                <w:rStyle w:val="lkfett"/>
                <w:lang w:val="fr-CH"/>
              </w:rPr>
              <w:t>Les fantômes</w:t>
            </w:r>
            <w:r>
              <w:rPr>
                <w:rStyle w:val="lkfett"/>
                <w:lang w:val="fr-CH"/>
              </w:rPr>
              <w:t xml:space="preserve"> </w:t>
            </w:r>
            <w:r w:rsidRPr="00315249">
              <w:rPr>
                <w:rStyle w:val="lkfett"/>
                <w:lang w:val="fr-CH"/>
              </w:rPr>
              <w:t>de Mortemer</w:t>
            </w:r>
          </w:p>
        </w:tc>
      </w:tr>
      <w:tr w:rsidR="006437D4" w:rsidRPr="00951A26" w14:paraId="52D4F593" w14:textId="77777777" w:rsidTr="00430D3F">
        <w:trPr>
          <w:trHeight w:val="680"/>
        </w:trPr>
        <w:tc>
          <w:tcPr>
            <w:tcW w:w="2153" w:type="dxa"/>
            <w:vAlign w:val="center"/>
          </w:tcPr>
          <w:p w14:paraId="634E719E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369A565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16FAFC38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5AAB2BB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0978739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002B8701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20E6D70E" w14:textId="77777777" w:rsidR="006437D4" w:rsidRPr="00951A26" w:rsidRDefault="006437D4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582EF6" w:rsidRPr="00295E4A" w14:paraId="70706FD9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232C02C0" w14:textId="77777777" w:rsidR="00582EF6" w:rsidRDefault="00582EF6" w:rsidP="00582EF6">
            <w:pPr>
              <w:pStyle w:val="lkp"/>
            </w:pPr>
            <w:r>
              <w:t>Cahier S. 30–51</w:t>
            </w:r>
          </w:p>
          <w:p w14:paraId="6A724F06" w14:textId="4455CF12" w:rsidR="00582EF6" w:rsidRDefault="00BF2EA6" w:rsidP="00582EF6">
            <w:pPr>
              <w:pStyle w:val="lkp"/>
            </w:pPr>
            <w:r w:rsidRPr="00BF2EA6">
              <w:t>Audio 25–29, 47, 59</w:t>
            </w:r>
          </w:p>
          <w:p w14:paraId="4EDDE730" w14:textId="3E4E79C3" w:rsidR="00582EF6" w:rsidRDefault="00582EF6" w:rsidP="00582EF6">
            <w:pPr>
              <w:pStyle w:val="lkp"/>
            </w:pPr>
            <w:r>
              <w:t>KV 5.1–5.2, 5.m</w:t>
            </w:r>
          </w:p>
        </w:tc>
        <w:tc>
          <w:tcPr>
            <w:tcW w:w="1357" w:type="dxa"/>
            <w:vAlign w:val="center"/>
          </w:tcPr>
          <w:p w14:paraId="31FAEDA9" w14:textId="63A20CD9" w:rsidR="00582EF6" w:rsidRDefault="00582EF6" w:rsidP="00582EF6">
            <w:pPr>
              <w:pStyle w:val="lkp"/>
            </w:pPr>
            <w:r w:rsidRPr="0097003D">
              <w:t xml:space="preserve">Unité: </w:t>
            </w:r>
            <w:r>
              <w:t>13</w:t>
            </w:r>
            <w:r w:rsidRPr="0097003D">
              <w:t>–</w:t>
            </w:r>
            <w:r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5AD3C6F5" w14:textId="77777777" w:rsidR="00582EF6" w:rsidRPr="000463C9" w:rsidRDefault="00582EF6" w:rsidP="00582EF6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</w:t>
            </w:r>
            <w:r>
              <w:rPr>
                <w:rFonts w:cstheme="minorHAnsi"/>
              </w:rPr>
              <w:t>4</w:t>
            </w:r>
          </w:p>
          <w:p w14:paraId="098494F3" w14:textId="77777777" w:rsidR="00582EF6" w:rsidRPr="000463C9" w:rsidRDefault="00582EF6" w:rsidP="00582EF6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</w:t>
            </w:r>
            <w:r>
              <w:rPr>
                <w:rFonts w:cstheme="minorHAnsi"/>
              </w:rPr>
              <w:t>5</w:t>
            </w:r>
          </w:p>
          <w:p w14:paraId="3E52EFFD" w14:textId="77777777" w:rsidR="00582EF6" w:rsidRPr="000463C9" w:rsidRDefault="00582EF6" w:rsidP="00582EF6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</w:t>
            </w:r>
            <w:r>
              <w:rPr>
                <w:rFonts w:cstheme="minorHAnsi"/>
              </w:rPr>
              <w:t>6</w:t>
            </w:r>
          </w:p>
          <w:p w14:paraId="0ECDA237" w14:textId="77777777" w:rsidR="00582EF6" w:rsidRPr="000463C9" w:rsidRDefault="00582EF6" w:rsidP="00582EF6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</w:t>
            </w:r>
            <w:r>
              <w:rPr>
                <w:rFonts w:cstheme="minorHAnsi"/>
              </w:rPr>
              <w:t>7</w:t>
            </w:r>
          </w:p>
          <w:p w14:paraId="027C4257" w14:textId="01D4E1A4" w:rsidR="00582EF6" w:rsidRPr="00F66711" w:rsidRDefault="00582EF6" w:rsidP="00582EF6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</w:t>
            </w:r>
            <w:r>
              <w:rPr>
                <w:rFonts w:cstheme="minorHAnsi"/>
              </w:rPr>
              <w:t>8</w:t>
            </w:r>
          </w:p>
        </w:tc>
        <w:tc>
          <w:tcPr>
            <w:tcW w:w="1729" w:type="dxa"/>
            <w:vMerge w:val="restart"/>
            <w:vAlign w:val="center"/>
          </w:tcPr>
          <w:p w14:paraId="7409C431" w14:textId="5EE0F2E5" w:rsidR="00582EF6" w:rsidRDefault="00582EF6" w:rsidP="00582EF6">
            <w:pPr>
              <w:pStyle w:val="lkp"/>
            </w:pPr>
            <w:r>
              <w:t>April bis Mai</w:t>
            </w:r>
          </w:p>
        </w:tc>
        <w:tc>
          <w:tcPr>
            <w:tcW w:w="1843" w:type="dxa"/>
            <w:vAlign w:val="center"/>
          </w:tcPr>
          <w:p w14:paraId="35B87BAC" w14:textId="5C299E94" w:rsidR="00582EF6" w:rsidRDefault="003B4C27" w:rsidP="00582EF6">
            <w:pPr>
              <w:pStyle w:val="lkp"/>
            </w:pPr>
            <w:r w:rsidRPr="003B4C27">
              <w:t>1H, 2G, 3I, 4G</w:t>
            </w:r>
          </w:p>
        </w:tc>
        <w:tc>
          <w:tcPr>
            <w:tcW w:w="2126" w:type="dxa"/>
            <w:vAlign w:val="center"/>
          </w:tcPr>
          <w:p w14:paraId="016D473C" w14:textId="425434BB" w:rsidR="00582EF6" w:rsidRPr="00295E4A" w:rsidRDefault="00B8538D" w:rsidP="00FD5EF6">
            <w:pPr>
              <w:pStyle w:val="lkp"/>
              <w:rPr>
                <w:lang w:val="fr-CH"/>
              </w:rPr>
            </w:pPr>
            <w:r>
              <w:t xml:space="preserve">1G–H, 3E–H, 4E–G, </w:t>
            </w:r>
            <w:r>
              <w:br/>
              <w:t>5C, 6, 7B</w:t>
            </w:r>
          </w:p>
        </w:tc>
        <w:tc>
          <w:tcPr>
            <w:tcW w:w="3934" w:type="dxa"/>
            <w:vAlign w:val="center"/>
          </w:tcPr>
          <w:p w14:paraId="585282CA" w14:textId="77777777" w:rsidR="00582EF6" w:rsidRPr="00295E4A" w:rsidRDefault="00582EF6" w:rsidP="00582EF6">
            <w:pPr>
              <w:pStyle w:val="lkp"/>
              <w:rPr>
                <w:lang w:val="fr-CH"/>
              </w:rPr>
            </w:pPr>
          </w:p>
        </w:tc>
      </w:tr>
      <w:tr w:rsidR="00582EF6" w:rsidRPr="00CE02A2" w14:paraId="4D65DD42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0B75F9D1" w14:textId="77777777" w:rsidR="00582EF6" w:rsidRPr="009E294C" w:rsidRDefault="00582EF6" w:rsidP="00582EF6">
            <w:pPr>
              <w:pStyle w:val="lkp"/>
              <w:rPr>
                <w:lang w:val="fr-CH"/>
              </w:rPr>
            </w:pPr>
            <w:r w:rsidRPr="009E294C">
              <w:rPr>
                <w:lang w:val="fr-CH"/>
              </w:rPr>
              <w:t>Entraîn. S. 44–53</w:t>
            </w:r>
          </w:p>
          <w:p w14:paraId="47FD74EE" w14:textId="77777777" w:rsidR="00582EF6" w:rsidRPr="009E294C" w:rsidRDefault="00582EF6" w:rsidP="00582EF6">
            <w:pPr>
              <w:pStyle w:val="lkp"/>
              <w:rPr>
                <w:lang w:val="fr-CH"/>
              </w:rPr>
            </w:pPr>
            <w:r w:rsidRPr="009E294C">
              <w:rPr>
                <w:lang w:val="fr-CH"/>
              </w:rPr>
              <w:t>Audio 9</w:t>
            </w:r>
          </w:p>
          <w:p w14:paraId="247FD5CA" w14:textId="36632B84" w:rsidR="00582EF6" w:rsidRPr="00263040" w:rsidRDefault="007A2087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Ex. int.</w:t>
            </w:r>
          </w:p>
        </w:tc>
        <w:tc>
          <w:tcPr>
            <w:tcW w:w="1357" w:type="dxa"/>
            <w:vAlign w:val="center"/>
          </w:tcPr>
          <w:p w14:paraId="573966E5" w14:textId="62FC80BA" w:rsidR="00582EF6" w:rsidRPr="00EC4D92" w:rsidRDefault="00582EF6" w:rsidP="00582EF6">
            <w:pPr>
              <w:pStyle w:val="lkp"/>
              <w:rPr>
                <w:lang w:val="fr-CH"/>
              </w:rPr>
            </w:pPr>
            <w:r w:rsidRPr="00B575E0">
              <w:t xml:space="preserve">Üben und </w:t>
            </w:r>
            <w:r>
              <w:br/>
            </w:r>
            <w:r w:rsidRPr="00B575E0">
              <w:t xml:space="preserve">LK: </w:t>
            </w:r>
            <w:r>
              <w:t>5</w:t>
            </w:r>
            <w:r w:rsidRPr="00B575E0">
              <w:t>–</w:t>
            </w:r>
            <w:r>
              <w:t>6</w:t>
            </w:r>
          </w:p>
        </w:tc>
        <w:tc>
          <w:tcPr>
            <w:tcW w:w="1134" w:type="dxa"/>
            <w:vMerge/>
            <w:vAlign w:val="center"/>
          </w:tcPr>
          <w:p w14:paraId="502D4817" w14:textId="77777777" w:rsidR="00582EF6" w:rsidRPr="00EC4D92" w:rsidRDefault="00582EF6" w:rsidP="00582EF6">
            <w:pPr>
              <w:pStyle w:val="lkp"/>
              <w:rPr>
                <w:rFonts w:cstheme="minorHAnsi"/>
                <w:lang w:val="fr-CH"/>
              </w:rPr>
            </w:pPr>
          </w:p>
        </w:tc>
        <w:tc>
          <w:tcPr>
            <w:tcW w:w="1729" w:type="dxa"/>
            <w:vMerge/>
            <w:vAlign w:val="center"/>
          </w:tcPr>
          <w:p w14:paraId="74337F95" w14:textId="77777777" w:rsidR="00582EF6" w:rsidRPr="00EC4D92" w:rsidRDefault="00582EF6" w:rsidP="00582EF6">
            <w:pPr>
              <w:pStyle w:val="lkp"/>
              <w:rPr>
                <w:lang w:val="fr-CH"/>
              </w:rPr>
            </w:pPr>
          </w:p>
        </w:tc>
        <w:tc>
          <w:tcPr>
            <w:tcW w:w="1843" w:type="dxa"/>
            <w:vAlign w:val="center"/>
          </w:tcPr>
          <w:p w14:paraId="76B2602D" w14:textId="270743DA" w:rsidR="00582EF6" w:rsidRPr="004F1CC5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42091AA" w14:textId="399FE108" w:rsidR="00582EF6" w:rsidRPr="00C97666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080EF36" w14:textId="77777777" w:rsidR="00582EF6" w:rsidRPr="00CE02A2" w:rsidRDefault="00582EF6" w:rsidP="00582EF6">
            <w:pPr>
              <w:pStyle w:val="lkp"/>
            </w:pPr>
          </w:p>
        </w:tc>
      </w:tr>
      <w:tr w:rsidR="006437D4" w:rsidRPr="000A56E4" w14:paraId="06C02D01" w14:textId="77777777" w:rsidTr="00430D3F">
        <w:trPr>
          <w:trHeight w:val="624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57E6035E" w14:textId="1AC4D2CD" w:rsidR="006437D4" w:rsidRDefault="006437D4" w:rsidP="00430D3F">
            <w:pPr>
              <w:pStyle w:val="lkp"/>
              <w:rPr>
                <w:lang w:val="fr-CH"/>
              </w:rPr>
            </w:pPr>
            <w:r w:rsidRPr="00B448C9">
              <w:rPr>
                <w:lang w:val="fr-CH"/>
              </w:rPr>
              <w:t xml:space="preserve">Télescope </w:t>
            </w:r>
            <w:r w:rsidR="00F008E0">
              <w:rPr>
                <w:lang w:val="fr-CH"/>
              </w:rPr>
              <w:t>D</w:t>
            </w:r>
          </w:p>
          <w:p w14:paraId="2E1C178C" w14:textId="3B442C76" w:rsidR="006437D4" w:rsidRPr="00B448C9" w:rsidRDefault="00D06A02" w:rsidP="00D06A02">
            <w:pPr>
              <w:pStyle w:val="lkp"/>
              <w:rPr>
                <w:lang w:val="fr-CH"/>
              </w:rPr>
            </w:pPr>
            <w:r w:rsidRPr="00D06A02">
              <w:rPr>
                <w:lang w:val="fr-CH"/>
              </w:rPr>
              <w:t>Le charme</w:t>
            </w:r>
            <w:r>
              <w:rPr>
                <w:lang w:val="fr-CH"/>
              </w:rPr>
              <w:t xml:space="preserve"> </w:t>
            </w:r>
            <w:r w:rsidRPr="00D06A02">
              <w:rPr>
                <w:lang w:val="fr-CH"/>
              </w:rPr>
              <w:t>de la musique</w:t>
            </w:r>
          </w:p>
        </w:tc>
      </w:tr>
      <w:tr w:rsidR="00582EF6" w:rsidRPr="00582EF6" w14:paraId="2A555B26" w14:textId="77777777" w:rsidTr="00F008E0">
        <w:trPr>
          <w:trHeight w:val="680"/>
        </w:trPr>
        <w:tc>
          <w:tcPr>
            <w:tcW w:w="2153" w:type="dxa"/>
            <w:vAlign w:val="center"/>
          </w:tcPr>
          <w:p w14:paraId="67C84CC2" w14:textId="77777777" w:rsidR="00582EF6" w:rsidRPr="009D6C65" w:rsidRDefault="00582EF6" w:rsidP="00582EF6">
            <w:pPr>
              <w:pStyle w:val="lkp"/>
              <w:rPr>
                <w:lang w:val="fr-CH"/>
              </w:rPr>
            </w:pPr>
            <w:r w:rsidRPr="009D6C65">
              <w:rPr>
                <w:lang w:val="fr-CH"/>
              </w:rPr>
              <w:t>Cahier S. 50–51</w:t>
            </w:r>
          </w:p>
          <w:p w14:paraId="158B3C5C" w14:textId="0A3599A1" w:rsidR="00582EF6" w:rsidRPr="002A07F7" w:rsidRDefault="00582EF6" w:rsidP="00582EF6">
            <w:pPr>
              <w:pStyle w:val="lkp"/>
              <w:rPr>
                <w:lang w:val="fr-CH"/>
              </w:rPr>
            </w:pPr>
            <w:r w:rsidRPr="009D6C65">
              <w:rPr>
                <w:lang w:val="fr-CH"/>
              </w:rPr>
              <w:t>Audio</w:t>
            </w:r>
          </w:p>
        </w:tc>
        <w:tc>
          <w:tcPr>
            <w:tcW w:w="1357" w:type="dxa"/>
            <w:vAlign w:val="center"/>
          </w:tcPr>
          <w:p w14:paraId="1997435B" w14:textId="45535F39" w:rsidR="00582EF6" w:rsidRPr="002A07F7" w:rsidRDefault="00582EF6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  <w:tc>
          <w:tcPr>
            <w:tcW w:w="1134" w:type="dxa"/>
            <w:vAlign w:val="center"/>
          </w:tcPr>
          <w:p w14:paraId="5AFFBACC" w14:textId="2A78EE37" w:rsidR="00582EF6" w:rsidRPr="002A07F7" w:rsidRDefault="00582EF6" w:rsidP="00582EF6">
            <w:pPr>
              <w:pStyle w:val="lkp"/>
              <w:rPr>
                <w:rFonts w:cstheme="minorHAnsi"/>
                <w:lang w:val="fr-CH"/>
              </w:rPr>
            </w:pPr>
            <w:r>
              <w:rPr>
                <w:rFonts w:cstheme="minorHAnsi"/>
                <w:lang w:val="fr-CH"/>
              </w:rPr>
              <w:t>29</w:t>
            </w:r>
          </w:p>
        </w:tc>
        <w:tc>
          <w:tcPr>
            <w:tcW w:w="1729" w:type="dxa"/>
            <w:vAlign w:val="center"/>
          </w:tcPr>
          <w:p w14:paraId="1FADFB8E" w14:textId="7C578C05" w:rsidR="00582EF6" w:rsidRPr="002A07F7" w:rsidRDefault="00582EF6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Mai</w:t>
            </w:r>
          </w:p>
        </w:tc>
        <w:tc>
          <w:tcPr>
            <w:tcW w:w="1843" w:type="dxa"/>
            <w:vAlign w:val="center"/>
          </w:tcPr>
          <w:p w14:paraId="70982916" w14:textId="77777777" w:rsidR="00582EF6" w:rsidRPr="002A07F7" w:rsidRDefault="00582EF6" w:rsidP="00582EF6">
            <w:pPr>
              <w:pStyle w:val="lkp"/>
              <w:rPr>
                <w:lang w:val="fr-CH"/>
              </w:rPr>
            </w:pPr>
          </w:p>
        </w:tc>
        <w:tc>
          <w:tcPr>
            <w:tcW w:w="2126" w:type="dxa"/>
            <w:vAlign w:val="center"/>
          </w:tcPr>
          <w:p w14:paraId="186D1B2B" w14:textId="45A38611" w:rsidR="00582EF6" w:rsidRPr="002A07F7" w:rsidRDefault="00582EF6" w:rsidP="00582EF6">
            <w:pPr>
              <w:pStyle w:val="lkp"/>
              <w:rPr>
                <w:lang w:val="fr-CH"/>
              </w:rPr>
            </w:pPr>
            <w:r>
              <w:rPr>
                <w:lang w:val="fr-CH"/>
              </w:rPr>
              <w:t>1C, 2A</w:t>
            </w:r>
          </w:p>
        </w:tc>
        <w:tc>
          <w:tcPr>
            <w:tcW w:w="3934" w:type="dxa"/>
            <w:vAlign w:val="center"/>
          </w:tcPr>
          <w:p w14:paraId="2CB802EF" w14:textId="77777777" w:rsidR="00582EF6" w:rsidRPr="002A07F7" w:rsidRDefault="00582EF6" w:rsidP="00582EF6">
            <w:pPr>
              <w:pStyle w:val="lkp"/>
              <w:rPr>
                <w:lang w:val="fr-CH"/>
              </w:rPr>
            </w:pPr>
          </w:p>
        </w:tc>
      </w:tr>
      <w:tr w:rsidR="002664F9" w:rsidRPr="000A56E4" w14:paraId="19B842C2" w14:textId="77777777" w:rsidTr="00430D3F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7F3B1C43" w14:textId="74565A83" w:rsidR="002664F9" w:rsidRPr="00E210A4" w:rsidRDefault="001D45AB" w:rsidP="002664F9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6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Pr="00AC3393">
              <w:rPr>
                <w:rStyle w:val="lkfett"/>
                <w:lang w:val="fr-CH"/>
              </w:rPr>
              <w:t>Un voyage au Québec</w:t>
            </w:r>
          </w:p>
        </w:tc>
      </w:tr>
      <w:tr w:rsidR="002664F9" w:rsidRPr="00951A26" w14:paraId="6D88C479" w14:textId="77777777" w:rsidTr="00430D3F">
        <w:trPr>
          <w:trHeight w:val="680"/>
        </w:trPr>
        <w:tc>
          <w:tcPr>
            <w:tcW w:w="2153" w:type="dxa"/>
            <w:vAlign w:val="center"/>
          </w:tcPr>
          <w:p w14:paraId="4CE5CF3D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74C2AEF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017C926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1B8C84BC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8CCD02C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645B2ACF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188626BC" w14:textId="77777777" w:rsidR="002664F9" w:rsidRPr="00951A26" w:rsidRDefault="002664F9" w:rsidP="00430D3F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582EF6" w:rsidRPr="00295E4A" w14:paraId="350AAEA0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6C521A11" w14:textId="77777777" w:rsidR="00582EF6" w:rsidRDefault="00582EF6" w:rsidP="00582EF6">
            <w:pPr>
              <w:pStyle w:val="lkp"/>
            </w:pPr>
            <w:r>
              <w:t>Cahier S. 54–75</w:t>
            </w:r>
          </w:p>
          <w:p w14:paraId="24BEEFC5" w14:textId="1A48C10F" w:rsidR="00582EF6" w:rsidRDefault="00582EF6" w:rsidP="00582EF6">
            <w:pPr>
              <w:pStyle w:val="lkp"/>
            </w:pPr>
            <w:r>
              <w:t xml:space="preserve">Audio 31–36, </w:t>
            </w:r>
            <w:r w:rsidR="00125555">
              <w:t>48–49, 61</w:t>
            </w:r>
          </w:p>
          <w:p w14:paraId="32E64F6B" w14:textId="4C011A21" w:rsidR="00582EF6" w:rsidRDefault="00582EF6" w:rsidP="00582EF6">
            <w:pPr>
              <w:pStyle w:val="lkp"/>
            </w:pPr>
            <w:r>
              <w:t>KV 6.1–6.4, 6.m</w:t>
            </w:r>
          </w:p>
        </w:tc>
        <w:tc>
          <w:tcPr>
            <w:tcW w:w="1357" w:type="dxa"/>
            <w:vAlign w:val="center"/>
          </w:tcPr>
          <w:p w14:paraId="48818048" w14:textId="61543B5A" w:rsidR="00582EF6" w:rsidRDefault="00582EF6" w:rsidP="00582EF6">
            <w:pPr>
              <w:pStyle w:val="lkp"/>
            </w:pPr>
            <w:r w:rsidRPr="0097003D">
              <w:t xml:space="preserve">Unité: </w:t>
            </w:r>
            <w:r>
              <w:t>13</w:t>
            </w:r>
            <w:r w:rsidRPr="0097003D">
              <w:t>–</w:t>
            </w:r>
            <w:r>
              <w:t>14</w:t>
            </w:r>
          </w:p>
        </w:tc>
        <w:tc>
          <w:tcPr>
            <w:tcW w:w="1134" w:type="dxa"/>
            <w:vMerge w:val="restart"/>
            <w:vAlign w:val="center"/>
          </w:tcPr>
          <w:p w14:paraId="7775E3F4" w14:textId="77777777" w:rsidR="00582EF6" w:rsidRPr="008104DA" w:rsidRDefault="00582EF6" w:rsidP="00582EF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  <w:p w14:paraId="00B6F5F0" w14:textId="77777777" w:rsidR="00582EF6" w:rsidRPr="008104DA" w:rsidRDefault="00582EF6" w:rsidP="00582EF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  <w:p w14:paraId="0605BA0E" w14:textId="77777777" w:rsidR="00582EF6" w:rsidRPr="008104DA" w:rsidRDefault="00582EF6" w:rsidP="00582EF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32</w:t>
            </w:r>
          </w:p>
          <w:p w14:paraId="24BF519A" w14:textId="77777777" w:rsidR="00582EF6" w:rsidRPr="008104DA" w:rsidRDefault="00582EF6" w:rsidP="00582EF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  <w:p w14:paraId="2B231DC7" w14:textId="5AAA4DDA" w:rsidR="00582EF6" w:rsidRPr="00F66711" w:rsidRDefault="00582EF6" w:rsidP="00582EF6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  <w:r w:rsidRPr="008104DA">
              <w:rPr>
                <w:rStyle w:val="lkhochgestellt"/>
              </w:rPr>
              <w:t>6</w:t>
            </w:r>
          </w:p>
        </w:tc>
        <w:tc>
          <w:tcPr>
            <w:tcW w:w="1729" w:type="dxa"/>
            <w:vMerge w:val="restart"/>
            <w:vAlign w:val="center"/>
          </w:tcPr>
          <w:p w14:paraId="7D3A2A0A" w14:textId="52799AFE" w:rsidR="00582EF6" w:rsidRDefault="00582EF6" w:rsidP="00582EF6">
            <w:pPr>
              <w:pStyle w:val="lkp"/>
            </w:pPr>
            <w:r w:rsidRPr="008104DA">
              <w:t>Juni bis Juli</w:t>
            </w:r>
          </w:p>
        </w:tc>
        <w:tc>
          <w:tcPr>
            <w:tcW w:w="1843" w:type="dxa"/>
            <w:vAlign w:val="center"/>
          </w:tcPr>
          <w:p w14:paraId="3B6BBE2A" w14:textId="0976C0F4" w:rsidR="00582EF6" w:rsidRDefault="00BB2106" w:rsidP="00582EF6">
            <w:pPr>
              <w:pStyle w:val="lkp"/>
            </w:pPr>
            <w:r w:rsidRPr="00BB2106">
              <w:t>1D, 4I, 5I–K, 6A/B/D</w:t>
            </w:r>
          </w:p>
        </w:tc>
        <w:tc>
          <w:tcPr>
            <w:tcW w:w="2126" w:type="dxa"/>
            <w:vAlign w:val="center"/>
          </w:tcPr>
          <w:p w14:paraId="2F6B26E7" w14:textId="692223DB" w:rsidR="00582EF6" w:rsidRPr="00AB7561" w:rsidRDefault="00C0484C" w:rsidP="00C0484C">
            <w:pPr>
              <w:pStyle w:val="lkp"/>
            </w:pPr>
            <w:r>
              <w:t>1E–F, 4E/F/H, 5E–G/</w:t>
            </w:r>
            <w:r w:rsidR="00C84C23">
              <w:br/>
            </w:r>
            <w:r>
              <w:t>I–J, 6A, 8E, 11,</w:t>
            </w:r>
            <w:r w:rsidR="00747FDC">
              <w:t xml:space="preserve"> </w:t>
            </w:r>
            <w:r>
              <w:t>12A–C</w:t>
            </w:r>
          </w:p>
        </w:tc>
        <w:tc>
          <w:tcPr>
            <w:tcW w:w="3934" w:type="dxa"/>
            <w:vAlign w:val="center"/>
          </w:tcPr>
          <w:p w14:paraId="3CC036FF" w14:textId="77777777" w:rsidR="00582EF6" w:rsidRPr="00AB7561" w:rsidRDefault="00582EF6" w:rsidP="00582EF6">
            <w:pPr>
              <w:pStyle w:val="lkp"/>
            </w:pPr>
          </w:p>
        </w:tc>
      </w:tr>
      <w:tr w:rsidR="00582EF6" w:rsidRPr="00CE02A2" w14:paraId="34837DA7" w14:textId="77777777" w:rsidTr="00430D3F">
        <w:trPr>
          <w:trHeight w:val="794"/>
        </w:trPr>
        <w:tc>
          <w:tcPr>
            <w:tcW w:w="2153" w:type="dxa"/>
            <w:vAlign w:val="center"/>
          </w:tcPr>
          <w:p w14:paraId="2E029B34" w14:textId="77777777" w:rsidR="00582EF6" w:rsidRPr="00172272" w:rsidRDefault="00582EF6" w:rsidP="00582EF6">
            <w:pPr>
              <w:pStyle w:val="lkp"/>
              <w:rPr>
                <w:lang w:val="fr-CH"/>
              </w:rPr>
            </w:pPr>
            <w:r w:rsidRPr="00172272">
              <w:rPr>
                <w:lang w:val="fr-CH"/>
              </w:rPr>
              <w:t>Entraîn. S. 54–63</w:t>
            </w:r>
          </w:p>
          <w:p w14:paraId="3508D310" w14:textId="4606CD53" w:rsidR="00582EF6" w:rsidRPr="00172272" w:rsidRDefault="001C29E9" w:rsidP="00582EF6">
            <w:pPr>
              <w:pStyle w:val="lkp"/>
              <w:rPr>
                <w:lang w:val="fr-CH"/>
              </w:rPr>
            </w:pPr>
            <w:r w:rsidRPr="00172272">
              <w:rPr>
                <w:lang w:val="fr-CH"/>
              </w:rPr>
              <w:t>Audio</w:t>
            </w:r>
          </w:p>
          <w:p w14:paraId="75DA0FBB" w14:textId="2BF2293B" w:rsidR="00582EF6" w:rsidRPr="00172272" w:rsidRDefault="001C29E9" w:rsidP="00582EF6">
            <w:pPr>
              <w:pStyle w:val="lkp"/>
              <w:rPr>
                <w:lang w:val="fr-CH"/>
              </w:rPr>
            </w:pPr>
            <w:r w:rsidRPr="00172272">
              <w:rPr>
                <w:lang w:val="fr-CH"/>
              </w:rPr>
              <w:t>Ex. int.</w:t>
            </w:r>
          </w:p>
        </w:tc>
        <w:tc>
          <w:tcPr>
            <w:tcW w:w="1357" w:type="dxa"/>
            <w:vAlign w:val="center"/>
          </w:tcPr>
          <w:p w14:paraId="499A7072" w14:textId="4565A15E" w:rsidR="00582EF6" w:rsidRPr="00C84C23" w:rsidRDefault="00582EF6" w:rsidP="00582EF6">
            <w:pPr>
              <w:pStyle w:val="lkp"/>
            </w:pPr>
            <w:r w:rsidRPr="00B575E0">
              <w:t xml:space="preserve">Üben und </w:t>
            </w:r>
            <w:r>
              <w:br/>
            </w:r>
            <w:r w:rsidRPr="00B575E0">
              <w:t xml:space="preserve">LK: </w:t>
            </w:r>
            <w:r>
              <w:t>5</w:t>
            </w:r>
            <w:r w:rsidRPr="00B575E0">
              <w:t>–</w:t>
            </w:r>
            <w:r>
              <w:t>6</w:t>
            </w:r>
          </w:p>
        </w:tc>
        <w:tc>
          <w:tcPr>
            <w:tcW w:w="1134" w:type="dxa"/>
            <w:vMerge/>
            <w:vAlign w:val="center"/>
          </w:tcPr>
          <w:p w14:paraId="44D89477" w14:textId="77777777" w:rsidR="00582EF6" w:rsidRPr="00C84C23" w:rsidRDefault="00582EF6" w:rsidP="00582EF6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43C464E8" w14:textId="77777777" w:rsidR="00582EF6" w:rsidRPr="00C84C23" w:rsidRDefault="00582EF6" w:rsidP="00582EF6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606003A7" w14:textId="19A4BA7D" w:rsidR="00582EF6" w:rsidRPr="004F1CC5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5E7902AB" w14:textId="248A822A" w:rsidR="00582EF6" w:rsidRPr="00C97666" w:rsidRDefault="00582EF6" w:rsidP="00582EF6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36854A1" w14:textId="77777777" w:rsidR="00582EF6" w:rsidRPr="00CE02A2" w:rsidRDefault="00582EF6" w:rsidP="00582EF6">
            <w:pPr>
              <w:pStyle w:val="lkp"/>
            </w:pPr>
          </w:p>
        </w:tc>
      </w:tr>
    </w:tbl>
    <w:p w14:paraId="589F16F7" w14:textId="32910031" w:rsidR="002D0CC0" w:rsidRPr="00FD7721" w:rsidRDefault="002D0CC0" w:rsidP="004F5D10">
      <w:pPr>
        <w:pStyle w:val="lkp"/>
      </w:pPr>
    </w:p>
    <w:p w14:paraId="7FC125A6" w14:textId="77777777" w:rsidR="00464D06" w:rsidRPr="00FD7721" w:rsidRDefault="00464D06" w:rsidP="004F5D10">
      <w:pPr>
        <w:pStyle w:val="lkp"/>
      </w:pPr>
    </w:p>
    <w:p w14:paraId="37D4C389" w14:textId="77777777" w:rsidR="00495D27" w:rsidRPr="00FD7721" w:rsidRDefault="00495D27" w:rsidP="004F5D10">
      <w:pPr>
        <w:pStyle w:val="lkp"/>
        <w:sectPr w:rsidR="00495D27" w:rsidRPr="00FD7721" w:rsidSect="00BB36F7">
          <w:pgSz w:w="16838" w:h="11906" w:orient="landscape"/>
          <w:pgMar w:top="794" w:right="1418" w:bottom="567" w:left="1134" w:header="397" w:footer="340" w:gutter="0"/>
          <w:cols w:space="708"/>
          <w:docGrid w:linePitch="360"/>
        </w:sectPr>
      </w:pPr>
    </w:p>
    <w:p w14:paraId="00F30B72" w14:textId="77777777" w:rsidR="00FD7721" w:rsidRPr="00E22BA5" w:rsidRDefault="00FD7721" w:rsidP="00FD7721">
      <w:pPr>
        <w:pStyle w:val="lk3"/>
      </w:pPr>
      <w:r w:rsidRPr="00E22BA5">
        <w:lastRenderedPageBreak/>
        <w:t>Legende</w:t>
      </w:r>
    </w:p>
    <w:tbl>
      <w:tblPr>
        <w:tblStyle w:val="Tabellenraster"/>
        <w:tblW w:w="14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4003"/>
      </w:tblGrid>
      <w:tr w:rsidR="00FD7721" w:rsidRPr="00E22BA5" w14:paraId="761EE56A" w14:textId="77777777" w:rsidTr="00430D3F">
        <w:tc>
          <w:tcPr>
            <w:tcW w:w="284" w:type="dxa"/>
          </w:tcPr>
          <w:p w14:paraId="070ABADB" w14:textId="77777777" w:rsidR="00FD7721" w:rsidRPr="00E22BA5" w:rsidRDefault="00FD7721" w:rsidP="00430D3F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1</w:t>
            </w:r>
          </w:p>
        </w:tc>
        <w:tc>
          <w:tcPr>
            <w:tcW w:w="14003" w:type="dxa"/>
          </w:tcPr>
          <w:p w14:paraId="41AF1E01" w14:textId="77777777" w:rsidR="00FD7721" w:rsidRPr="00E22BA5" w:rsidRDefault="00FD7721" w:rsidP="00430D3F">
            <w:pPr>
              <w:pStyle w:val="lkp"/>
            </w:pPr>
            <w:r w:rsidRPr="00D92707">
              <w:t>Nicht aufgeführt sind Aufgaben, die zur Differenzierung gegen unten oder oben ausgezeichnet sind</w:t>
            </w:r>
            <w:r>
              <w:br/>
            </w:r>
            <w:r w:rsidRPr="00D92707">
              <w:t>und entsprechend dem Lernstand der einzelnen SuS erarbeitet oder weggelassen werden können.</w:t>
            </w:r>
          </w:p>
        </w:tc>
      </w:tr>
      <w:tr w:rsidR="00FD7721" w:rsidRPr="00E22BA5" w14:paraId="4A04052C" w14:textId="77777777" w:rsidTr="00430D3F">
        <w:tc>
          <w:tcPr>
            <w:tcW w:w="284" w:type="dxa"/>
          </w:tcPr>
          <w:p w14:paraId="1A53FBF6" w14:textId="77777777" w:rsidR="00FD7721" w:rsidRPr="00E22BA5" w:rsidRDefault="00FD7721" w:rsidP="00430D3F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2</w:t>
            </w:r>
          </w:p>
        </w:tc>
        <w:tc>
          <w:tcPr>
            <w:tcW w:w="14003" w:type="dxa"/>
          </w:tcPr>
          <w:p w14:paraId="22F5C7F0" w14:textId="77777777" w:rsidR="00FD7721" w:rsidRPr="00E22BA5" w:rsidRDefault="00FD7721" w:rsidP="00430D3F">
            <w:pPr>
              <w:pStyle w:val="lkp"/>
            </w:pPr>
            <w:r w:rsidRPr="00D92707">
              <w:t>Entraînement = Übungsheft mit formativen Lernkontrollen und Übungsmaterial zum Lernwortschatz</w:t>
            </w:r>
            <w:r>
              <w:t xml:space="preserve"> </w:t>
            </w:r>
            <w:r>
              <w:br/>
            </w:r>
            <w:r w:rsidRPr="00D92707">
              <w:t>und zur Grammatik der Unité.</w:t>
            </w:r>
          </w:p>
        </w:tc>
      </w:tr>
      <w:tr w:rsidR="00FD7721" w:rsidRPr="00E22BA5" w14:paraId="7E00B1E4" w14:textId="77777777" w:rsidTr="00430D3F">
        <w:tc>
          <w:tcPr>
            <w:tcW w:w="284" w:type="dxa"/>
          </w:tcPr>
          <w:p w14:paraId="174751A9" w14:textId="77777777" w:rsidR="00FD7721" w:rsidRPr="00E22BA5" w:rsidRDefault="00FD7721" w:rsidP="00430D3F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3</w:t>
            </w:r>
          </w:p>
        </w:tc>
        <w:tc>
          <w:tcPr>
            <w:tcW w:w="14003" w:type="dxa"/>
          </w:tcPr>
          <w:p w14:paraId="261490B8" w14:textId="77777777" w:rsidR="00FD7721" w:rsidRPr="00E22BA5" w:rsidRDefault="00FD7721" w:rsidP="00430D3F">
            <w:pPr>
              <w:pStyle w:val="lkp"/>
            </w:pPr>
            <w:r w:rsidRPr="00D92707">
              <w:t>Exercices interactifs. Zusätzlich können mit dem Entraîneur (Übungen zum Jahresstoff) gezielt</w:t>
            </w:r>
            <w:r>
              <w:t xml:space="preserve"> </w:t>
            </w:r>
            <w:r w:rsidRPr="00D92707">
              <w:t>Wortfelder,</w:t>
            </w:r>
            <w:r>
              <w:br/>
            </w:r>
            <w:r w:rsidRPr="00D92707">
              <w:t>Verbkonjugationen und Grammatikthemen geübt werden.</w:t>
            </w:r>
          </w:p>
        </w:tc>
      </w:tr>
      <w:tr w:rsidR="00FD7721" w:rsidRPr="00875306" w14:paraId="3CEF45A3" w14:textId="77777777" w:rsidTr="00430D3F">
        <w:tc>
          <w:tcPr>
            <w:tcW w:w="284" w:type="dxa"/>
          </w:tcPr>
          <w:p w14:paraId="7BB569DE" w14:textId="77777777" w:rsidR="00FD7721" w:rsidRPr="00D14737" w:rsidRDefault="00FD7721" w:rsidP="00430D3F">
            <w:pPr>
              <w:pStyle w:val="lkp"/>
              <w:rPr>
                <w:rStyle w:val="lkhochgestellt"/>
                <w:lang w:val="fr-CH"/>
              </w:rPr>
            </w:pPr>
            <w:r w:rsidRPr="00D14737">
              <w:rPr>
                <w:rStyle w:val="lkhochgestellt"/>
                <w:lang w:val="fr-CH"/>
              </w:rPr>
              <w:t>4</w:t>
            </w:r>
          </w:p>
        </w:tc>
        <w:tc>
          <w:tcPr>
            <w:tcW w:w="14003" w:type="dxa"/>
          </w:tcPr>
          <w:p w14:paraId="79AB552B" w14:textId="77777777" w:rsidR="00FD7721" w:rsidRPr="00875306" w:rsidRDefault="00FD7721" w:rsidP="00430D3F">
            <w:pPr>
              <w:pStyle w:val="lkp"/>
            </w:pPr>
            <w:r w:rsidRPr="00D92707">
              <w:t>Erarbeitung der Unité und somit Erarbeitung der Lernziele.</w:t>
            </w:r>
          </w:p>
        </w:tc>
      </w:tr>
      <w:tr w:rsidR="00FD7721" w:rsidRPr="00046904" w14:paraId="5146F7ED" w14:textId="77777777" w:rsidTr="00430D3F">
        <w:tc>
          <w:tcPr>
            <w:tcW w:w="284" w:type="dxa"/>
          </w:tcPr>
          <w:p w14:paraId="424F5129" w14:textId="77777777" w:rsidR="00FD7721" w:rsidRPr="00C27F3F" w:rsidRDefault="00FD7721" w:rsidP="00430D3F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5</w:t>
            </w:r>
          </w:p>
        </w:tc>
        <w:tc>
          <w:tcPr>
            <w:tcW w:w="14003" w:type="dxa"/>
          </w:tcPr>
          <w:p w14:paraId="77E96EA7" w14:textId="77777777" w:rsidR="00FD7721" w:rsidRPr="00046904" w:rsidRDefault="00FD7721" w:rsidP="00430D3F">
            <w:pPr>
              <w:pStyle w:val="lkp"/>
            </w:pPr>
            <w:r w:rsidRPr="00D92707">
              <w:t>Nach dem Üben und Repetieren der Lernziele wird die Unité mit den summativen Lernkontrollen</w:t>
            </w:r>
            <w:r>
              <w:br/>
            </w:r>
            <w:r w:rsidRPr="00D92707">
              <w:t>Évaluations abgeschlossen.</w:t>
            </w:r>
          </w:p>
        </w:tc>
      </w:tr>
      <w:tr w:rsidR="00FD7721" w:rsidRPr="0039707B" w14:paraId="56852076" w14:textId="77777777" w:rsidTr="00430D3F">
        <w:tc>
          <w:tcPr>
            <w:tcW w:w="284" w:type="dxa"/>
          </w:tcPr>
          <w:p w14:paraId="2AA2114C" w14:textId="77777777" w:rsidR="00FD7721" w:rsidRPr="00C27F3F" w:rsidRDefault="00FD7721" w:rsidP="00430D3F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6</w:t>
            </w:r>
          </w:p>
        </w:tc>
        <w:tc>
          <w:tcPr>
            <w:tcW w:w="14003" w:type="dxa"/>
          </w:tcPr>
          <w:p w14:paraId="267E4E0D" w14:textId="77777777" w:rsidR="00FD7721" w:rsidRPr="0039707B" w:rsidRDefault="00FD7721" w:rsidP="00430D3F">
            <w:pPr>
              <w:pStyle w:val="lkp"/>
            </w:pPr>
            <w:r w:rsidRPr="00D92707">
              <w:t>Rechnerisch besteht ein Schuljahr aus 38,5 Wochen. Die Jahresplanung geht von weniger Wochen aus</w:t>
            </w:r>
            <w:r>
              <w:br/>
            </w:r>
            <w:r w:rsidRPr="00D92707">
              <w:t xml:space="preserve">und berücksichtigt somit Ausfälle durch Feiertage, Schulreisen, Sonderwochen etc. </w:t>
            </w:r>
            <w:r w:rsidRPr="00D92707">
              <w:rPr>
                <w:lang w:val="fr-CH"/>
              </w:rPr>
              <w:t>Zudem geht sie</w:t>
            </w:r>
            <w:r>
              <w:rPr>
                <w:lang w:val="fr-CH"/>
              </w:rPr>
              <w:br/>
            </w:r>
            <w:r w:rsidRPr="00D92707">
              <w:t>vom gleichen Zeitaufwand pro Unité aus.</w:t>
            </w:r>
          </w:p>
        </w:tc>
      </w:tr>
    </w:tbl>
    <w:p w14:paraId="4C3B439B" w14:textId="77777777" w:rsidR="00FD7721" w:rsidRPr="0039707B" w:rsidRDefault="00FD7721" w:rsidP="00FD7721">
      <w:pPr>
        <w:pStyle w:val="lkp"/>
      </w:pPr>
    </w:p>
    <w:sectPr w:rsidR="00FD7721" w:rsidRPr="0039707B" w:rsidSect="00BB36F7">
      <w:pgSz w:w="16838" w:h="11906" w:orient="landscape"/>
      <w:pgMar w:top="794" w:right="1418" w:bottom="567" w:left="1134" w:header="397" w:footer="34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D71F6" w16cex:dateUtc="2021-08-22T2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807E43" w16cid:durableId="24CD71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F3AFC" w14:textId="77777777" w:rsidR="00282541" w:rsidRDefault="00282541">
      <w:pPr>
        <w:spacing w:after="0" w:line="240" w:lineRule="auto"/>
      </w:pPr>
      <w:r>
        <w:separator/>
      </w:r>
    </w:p>
    <w:p w14:paraId="57C6A27F" w14:textId="77777777" w:rsidR="00282541" w:rsidRDefault="00282541"/>
  </w:endnote>
  <w:endnote w:type="continuationSeparator" w:id="0">
    <w:p w14:paraId="22DE336A" w14:textId="77777777" w:rsidR="00282541" w:rsidRDefault="00282541">
      <w:pPr>
        <w:spacing w:after="0" w:line="240" w:lineRule="auto"/>
      </w:pPr>
      <w:r>
        <w:continuationSeparator/>
      </w:r>
    </w:p>
    <w:p w14:paraId="41671DBC" w14:textId="77777777" w:rsidR="00282541" w:rsidRDefault="00282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73235" w14:textId="77777777" w:rsidR="0006797A" w:rsidRPr="006C5895" w:rsidRDefault="0006797A" w:rsidP="0006797A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</w:rPr>
    </w:pPr>
    <w:sdt>
      <w:sdtPr>
        <w:id w:val="1262795625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>
          <w:rPr>
            <w:rFonts w:ascii="Arial" w:hAnsi="Arial" w:cs="Arial"/>
            <w:sz w:val="18"/>
            <w:szCs w:val="18"/>
          </w:rPr>
          <w:t xml:space="preserve">Klett und Balmer </w:t>
        </w:r>
        <w:r w:rsidRPr="006C5895">
          <w:rPr>
            <w:rFonts w:ascii="Arial" w:hAnsi="Arial" w:cs="Arial"/>
            <w:sz w:val="18"/>
            <w:szCs w:val="18"/>
          </w:rPr>
          <w:t>Verla</w:t>
        </w:r>
        <w:r>
          <w:rPr>
            <w:rFonts w:ascii="Arial" w:hAnsi="Arial" w:cs="Arial"/>
            <w:sz w:val="18"/>
            <w:szCs w:val="18"/>
          </w:rPr>
          <w:t xml:space="preserve">g, </w:t>
        </w:r>
        <w:r w:rsidRPr="00730CDC">
          <w:t>info@klett.ch</w:t>
        </w:r>
        <w:r>
          <w:rPr>
            <w:rFonts w:ascii="Arial" w:hAnsi="Arial" w:cs="Arial"/>
            <w:sz w:val="18"/>
            <w:szCs w:val="18"/>
          </w:rPr>
          <w:t xml:space="preserve">, </w:t>
        </w:r>
        <w:hyperlink r:id="rId1" w:history="1">
          <w:r>
            <w:t>cestca7-9</w:t>
          </w:r>
          <w:r w:rsidRPr="00813235">
            <w:t>.ch</w:t>
          </w:r>
        </w:hyperlink>
        <w:r>
          <w:t xml:space="preserve"> (Mai 2022)</w:t>
        </w:r>
        <w:r>
          <w:rPr>
            <w:rFonts w:ascii="Arial" w:hAnsi="Arial" w:cs="Arial"/>
            <w:sz w:val="18"/>
            <w:szCs w:val="18"/>
          </w:rPr>
          <w:tab/>
        </w:r>
        <w:r w:rsidRPr="006C5895">
          <w:rPr>
            <w:rFonts w:ascii="Arial" w:hAnsi="Arial" w:cs="Arial"/>
            <w:sz w:val="18"/>
            <w:szCs w:val="18"/>
          </w:rPr>
          <w:fldChar w:fldCharType="begin"/>
        </w:r>
        <w:r w:rsidRPr="006C5895">
          <w:rPr>
            <w:rFonts w:ascii="Arial" w:hAnsi="Arial" w:cs="Arial"/>
            <w:sz w:val="18"/>
            <w:szCs w:val="18"/>
          </w:rPr>
          <w:instrText>PAGE   \* MERGEFORMAT</w:instrText>
        </w:r>
        <w:r w:rsidRPr="006C5895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766E9197" w14:textId="77777777" w:rsidR="00516ABD" w:rsidRPr="00DB3259" w:rsidRDefault="00516ABD" w:rsidP="000B15FE">
    <w:pPr>
      <w:pStyle w:val="lkminiabsatzmark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6C212" w14:textId="77777777" w:rsidR="00282541" w:rsidRDefault="00282541">
      <w:pPr>
        <w:spacing w:after="0" w:line="240" w:lineRule="auto"/>
      </w:pPr>
      <w:r>
        <w:separator/>
      </w:r>
    </w:p>
    <w:p w14:paraId="18001B10" w14:textId="77777777" w:rsidR="00282541" w:rsidRDefault="00282541"/>
  </w:footnote>
  <w:footnote w:type="continuationSeparator" w:id="0">
    <w:p w14:paraId="3DD855DC" w14:textId="77777777" w:rsidR="00282541" w:rsidRDefault="00282541">
      <w:pPr>
        <w:spacing w:after="0" w:line="240" w:lineRule="auto"/>
      </w:pPr>
      <w:r>
        <w:continuationSeparator/>
      </w:r>
    </w:p>
    <w:p w14:paraId="2F629B76" w14:textId="77777777" w:rsidR="00282541" w:rsidRDefault="0028254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87.05pt;height:42.55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49"/>
    <w:rsid w:val="00000CB2"/>
    <w:rsid w:val="00005F12"/>
    <w:rsid w:val="00010C99"/>
    <w:rsid w:val="00011136"/>
    <w:rsid w:val="0001157F"/>
    <w:rsid w:val="00012094"/>
    <w:rsid w:val="000121AE"/>
    <w:rsid w:val="00013C32"/>
    <w:rsid w:val="00016C66"/>
    <w:rsid w:val="00021F69"/>
    <w:rsid w:val="00022335"/>
    <w:rsid w:val="00022A65"/>
    <w:rsid w:val="00022C9C"/>
    <w:rsid w:val="00024872"/>
    <w:rsid w:val="000257BA"/>
    <w:rsid w:val="00037910"/>
    <w:rsid w:val="00037F4E"/>
    <w:rsid w:val="000409C3"/>
    <w:rsid w:val="00042A8C"/>
    <w:rsid w:val="000463C9"/>
    <w:rsid w:val="00046F17"/>
    <w:rsid w:val="000552D7"/>
    <w:rsid w:val="00055FC1"/>
    <w:rsid w:val="0006797A"/>
    <w:rsid w:val="0007225D"/>
    <w:rsid w:val="00072D83"/>
    <w:rsid w:val="000829F1"/>
    <w:rsid w:val="00084262"/>
    <w:rsid w:val="000865B6"/>
    <w:rsid w:val="00086829"/>
    <w:rsid w:val="000875F3"/>
    <w:rsid w:val="0009324E"/>
    <w:rsid w:val="0009415A"/>
    <w:rsid w:val="00096F90"/>
    <w:rsid w:val="000973AC"/>
    <w:rsid w:val="00097D32"/>
    <w:rsid w:val="000A2534"/>
    <w:rsid w:val="000A2564"/>
    <w:rsid w:val="000A367D"/>
    <w:rsid w:val="000A4A39"/>
    <w:rsid w:val="000A56E4"/>
    <w:rsid w:val="000B15FE"/>
    <w:rsid w:val="000C1BED"/>
    <w:rsid w:val="000C256E"/>
    <w:rsid w:val="000D2169"/>
    <w:rsid w:val="000D2F10"/>
    <w:rsid w:val="000D3864"/>
    <w:rsid w:val="000D57B4"/>
    <w:rsid w:val="000D774D"/>
    <w:rsid w:val="000E031B"/>
    <w:rsid w:val="000E1957"/>
    <w:rsid w:val="000E21FC"/>
    <w:rsid w:val="000E36CD"/>
    <w:rsid w:val="000E554A"/>
    <w:rsid w:val="000E56AC"/>
    <w:rsid w:val="000E5E0C"/>
    <w:rsid w:val="000E62E4"/>
    <w:rsid w:val="000F1107"/>
    <w:rsid w:val="000F1BD6"/>
    <w:rsid w:val="000F419F"/>
    <w:rsid w:val="000F6780"/>
    <w:rsid w:val="000F6F29"/>
    <w:rsid w:val="0010108D"/>
    <w:rsid w:val="00102753"/>
    <w:rsid w:val="00103DB7"/>
    <w:rsid w:val="0010519D"/>
    <w:rsid w:val="00110D0F"/>
    <w:rsid w:val="00111005"/>
    <w:rsid w:val="00113B20"/>
    <w:rsid w:val="0011553D"/>
    <w:rsid w:val="0011712E"/>
    <w:rsid w:val="00123377"/>
    <w:rsid w:val="00125324"/>
    <w:rsid w:val="00125555"/>
    <w:rsid w:val="00126102"/>
    <w:rsid w:val="00133400"/>
    <w:rsid w:val="001403B3"/>
    <w:rsid w:val="00141D16"/>
    <w:rsid w:val="00142141"/>
    <w:rsid w:val="001437AF"/>
    <w:rsid w:val="001523CB"/>
    <w:rsid w:val="00153362"/>
    <w:rsid w:val="0015404C"/>
    <w:rsid w:val="00161F9B"/>
    <w:rsid w:val="0016570E"/>
    <w:rsid w:val="00167E23"/>
    <w:rsid w:val="0017181D"/>
    <w:rsid w:val="00172272"/>
    <w:rsid w:val="001822AB"/>
    <w:rsid w:val="00186884"/>
    <w:rsid w:val="00187AA8"/>
    <w:rsid w:val="00192CD8"/>
    <w:rsid w:val="00194597"/>
    <w:rsid w:val="001A060B"/>
    <w:rsid w:val="001A0B39"/>
    <w:rsid w:val="001A3437"/>
    <w:rsid w:val="001A3CDE"/>
    <w:rsid w:val="001A71A0"/>
    <w:rsid w:val="001A7347"/>
    <w:rsid w:val="001B0A09"/>
    <w:rsid w:val="001B7B5C"/>
    <w:rsid w:val="001C0E07"/>
    <w:rsid w:val="001C29E9"/>
    <w:rsid w:val="001C5E09"/>
    <w:rsid w:val="001D1A8D"/>
    <w:rsid w:val="001D1FE3"/>
    <w:rsid w:val="001D45AB"/>
    <w:rsid w:val="001D6F1C"/>
    <w:rsid w:val="001D730E"/>
    <w:rsid w:val="001E07B9"/>
    <w:rsid w:val="001E07CF"/>
    <w:rsid w:val="001E1509"/>
    <w:rsid w:val="001E166C"/>
    <w:rsid w:val="001E17AD"/>
    <w:rsid w:val="001E5037"/>
    <w:rsid w:val="001E5109"/>
    <w:rsid w:val="001E619C"/>
    <w:rsid w:val="001F042F"/>
    <w:rsid w:val="001F25BF"/>
    <w:rsid w:val="001F3600"/>
    <w:rsid w:val="001F3AC9"/>
    <w:rsid w:val="0020116C"/>
    <w:rsid w:val="00202560"/>
    <w:rsid w:val="002062A4"/>
    <w:rsid w:val="00216E9E"/>
    <w:rsid w:val="00237387"/>
    <w:rsid w:val="00241CC2"/>
    <w:rsid w:val="0024449D"/>
    <w:rsid w:val="00245BCD"/>
    <w:rsid w:val="00251F7B"/>
    <w:rsid w:val="00252646"/>
    <w:rsid w:val="002555D6"/>
    <w:rsid w:val="00256A66"/>
    <w:rsid w:val="002629CD"/>
    <w:rsid w:val="00263040"/>
    <w:rsid w:val="00263BDE"/>
    <w:rsid w:val="00264E48"/>
    <w:rsid w:val="002655AD"/>
    <w:rsid w:val="002664F9"/>
    <w:rsid w:val="00267CC3"/>
    <w:rsid w:val="0027210A"/>
    <w:rsid w:val="00273238"/>
    <w:rsid w:val="00276643"/>
    <w:rsid w:val="00282541"/>
    <w:rsid w:val="00282A38"/>
    <w:rsid w:val="002856E1"/>
    <w:rsid w:val="00290EFB"/>
    <w:rsid w:val="00291502"/>
    <w:rsid w:val="0029333B"/>
    <w:rsid w:val="00294011"/>
    <w:rsid w:val="00295E4A"/>
    <w:rsid w:val="002A035F"/>
    <w:rsid w:val="002A07F7"/>
    <w:rsid w:val="002A203E"/>
    <w:rsid w:val="002A4A02"/>
    <w:rsid w:val="002A7982"/>
    <w:rsid w:val="002B7A3B"/>
    <w:rsid w:val="002C2C4F"/>
    <w:rsid w:val="002C4AD7"/>
    <w:rsid w:val="002D0CC0"/>
    <w:rsid w:val="002D2959"/>
    <w:rsid w:val="002D3C39"/>
    <w:rsid w:val="002D64B3"/>
    <w:rsid w:val="002E2DF1"/>
    <w:rsid w:val="002F01CF"/>
    <w:rsid w:val="002F08F0"/>
    <w:rsid w:val="002F4078"/>
    <w:rsid w:val="002F6657"/>
    <w:rsid w:val="002F743B"/>
    <w:rsid w:val="00300C5D"/>
    <w:rsid w:val="003074EF"/>
    <w:rsid w:val="00313550"/>
    <w:rsid w:val="00315249"/>
    <w:rsid w:val="00315AD6"/>
    <w:rsid w:val="00322689"/>
    <w:rsid w:val="00325243"/>
    <w:rsid w:val="003261A7"/>
    <w:rsid w:val="00330BE7"/>
    <w:rsid w:val="003328BB"/>
    <w:rsid w:val="0033367E"/>
    <w:rsid w:val="003336FC"/>
    <w:rsid w:val="00341015"/>
    <w:rsid w:val="00341932"/>
    <w:rsid w:val="00342412"/>
    <w:rsid w:val="00344487"/>
    <w:rsid w:val="00345636"/>
    <w:rsid w:val="00345AE8"/>
    <w:rsid w:val="00345D1B"/>
    <w:rsid w:val="00346FC9"/>
    <w:rsid w:val="00354A6D"/>
    <w:rsid w:val="003564C4"/>
    <w:rsid w:val="00357BDA"/>
    <w:rsid w:val="00357D2E"/>
    <w:rsid w:val="00361400"/>
    <w:rsid w:val="003630BC"/>
    <w:rsid w:val="0036451C"/>
    <w:rsid w:val="003669DA"/>
    <w:rsid w:val="00373D5E"/>
    <w:rsid w:val="00376C62"/>
    <w:rsid w:val="003817EA"/>
    <w:rsid w:val="00385729"/>
    <w:rsid w:val="00393BF7"/>
    <w:rsid w:val="003A0ACF"/>
    <w:rsid w:val="003A43FA"/>
    <w:rsid w:val="003B422C"/>
    <w:rsid w:val="003B4C27"/>
    <w:rsid w:val="003B5354"/>
    <w:rsid w:val="003C1EB2"/>
    <w:rsid w:val="003C2518"/>
    <w:rsid w:val="003D0383"/>
    <w:rsid w:val="003D0C04"/>
    <w:rsid w:val="003D31E2"/>
    <w:rsid w:val="003D31F6"/>
    <w:rsid w:val="003E0F89"/>
    <w:rsid w:val="003E281E"/>
    <w:rsid w:val="003E4BAB"/>
    <w:rsid w:val="003F68EB"/>
    <w:rsid w:val="00401CBC"/>
    <w:rsid w:val="00403A8E"/>
    <w:rsid w:val="0040616D"/>
    <w:rsid w:val="0042126D"/>
    <w:rsid w:val="0042498A"/>
    <w:rsid w:val="00424F45"/>
    <w:rsid w:val="00427D6C"/>
    <w:rsid w:val="0043175E"/>
    <w:rsid w:val="00431DEF"/>
    <w:rsid w:val="004333B5"/>
    <w:rsid w:val="00436769"/>
    <w:rsid w:val="004446DE"/>
    <w:rsid w:val="0044545A"/>
    <w:rsid w:val="00447F5B"/>
    <w:rsid w:val="004603F3"/>
    <w:rsid w:val="00464D06"/>
    <w:rsid w:val="00464DBB"/>
    <w:rsid w:val="004721EE"/>
    <w:rsid w:val="00477086"/>
    <w:rsid w:val="00483FBB"/>
    <w:rsid w:val="004849D7"/>
    <w:rsid w:val="00490086"/>
    <w:rsid w:val="00495D27"/>
    <w:rsid w:val="004973AC"/>
    <w:rsid w:val="004A12AF"/>
    <w:rsid w:val="004A5530"/>
    <w:rsid w:val="004A7217"/>
    <w:rsid w:val="004B2445"/>
    <w:rsid w:val="004B6A1C"/>
    <w:rsid w:val="004C0DCF"/>
    <w:rsid w:val="004C2535"/>
    <w:rsid w:val="004D26E7"/>
    <w:rsid w:val="004D6B13"/>
    <w:rsid w:val="004D6BEF"/>
    <w:rsid w:val="004E2EBE"/>
    <w:rsid w:val="004E66FD"/>
    <w:rsid w:val="004F00AB"/>
    <w:rsid w:val="004F0170"/>
    <w:rsid w:val="004F1CC5"/>
    <w:rsid w:val="004F2821"/>
    <w:rsid w:val="004F5B05"/>
    <w:rsid w:val="004F5D10"/>
    <w:rsid w:val="005002E7"/>
    <w:rsid w:val="005007D9"/>
    <w:rsid w:val="005030D4"/>
    <w:rsid w:val="00505D43"/>
    <w:rsid w:val="00507BDC"/>
    <w:rsid w:val="0051125F"/>
    <w:rsid w:val="005135AA"/>
    <w:rsid w:val="00514D7E"/>
    <w:rsid w:val="00515CCD"/>
    <w:rsid w:val="00516ABD"/>
    <w:rsid w:val="00517855"/>
    <w:rsid w:val="005216A8"/>
    <w:rsid w:val="00524855"/>
    <w:rsid w:val="00525021"/>
    <w:rsid w:val="005254C6"/>
    <w:rsid w:val="00527BC9"/>
    <w:rsid w:val="00530AC2"/>
    <w:rsid w:val="0053331A"/>
    <w:rsid w:val="00533928"/>
    <w:rsid w:val="00536E3C"/>
    <w:rsid w:val="00540268"/>
    <w:rsid w:val="0054047B"/>
    <w:rsid w:val="00542190"/>
    <w:rsid w:val="0054440E"/>
    <w:rsid w:val="0054458A"/>
    <w:rsid w:val="005451C3"/>
    <w:rsid w:val="005462F0"/>
    <w:rsid w:val="00551F07"/>
    <w:rsid w:val="0055352A"/>
    <w:rsid w:val="00554BB4"/>
    <w:rsid w:val="00565539"/>
    <w:rsid w:val="0056669A"/>
    <w:rsid w:val="005724CD"/>
    <w:rsid w:val="00576E82"/>
    <w:rsid w:val="005814CF"/>
    <w:rsid w:val="005828EC"/>
    <w:rsid w:val="00582EF6"/>
    <w:rsid w:val="00585C27"/>
    <w:rsid w:val="00585C49"/>
    <w:rsid w:val="00587EEE"/>
    <w:rsid w:val="00590EE7"/>
    <w:rsid w:val="005A50B7"/>
    <w:rsid w:val="005B4B3C"/>
    <w:rsid w:val="005C022A"/>
    <w:rsid w:val="005D6D90"/>
    <w:rsid w:val="005E0166"/>
    <w:rsid w:val="005E2D20"/>
    <w:rsid w:val="005E62C3"/>
    <w:rsid w:val="005E6CAD"/>
    <w:rsid w:val="005F1A04"/>
    <w:rsid w:val="005F4921"/>
    <w:rsid w:val="005F7457"/>
    <w:rsid w:val="006014FD"/>
    <w:rsid w:val="00603705"/>
    <w:rsid w:val="00606BB9"/>
    <w:rsid w:val="00611C05"/>
    <w:rsid w:val="006138FB"/>
    <w:rsid w:val="00614259"/>
    <w:rsid w:val="00614C34"/>
    <w:rsid w:val="0061711B"/>
    <w:rsid w:val="00620B7D"/>
    <w:rsid w:val="00623957"/>
    <w:rsid w:val="00623B46"/>
    <w:rsid w:val="006241BF"/>
    <w:rsid w:val="00624358"/>
    <w:rsid w:val="0062650C"/>
    <w:rsid w:val="006310E6"/>
    <w:rsid w:val="006311F1"/>
    <w:rsid w:val="006341F4"/>
    <w:rsid w:val="00634DA7"/>
    <w:rsid w:val="0063536C"/>
    <w:rsid w:val="00637347"/>
    <w:rsid w:val="006418B0"/>
    <w:rsid w:val="006421B7"/>
    <w:rsid w:val="006437D4"/>
    <w:rsid w:val="0064480E"/>
    <w:rsid w:val="00647A77"/>
    <w:rsid w:val="0065072F"/>
    <w:rsid w:val="00653BFC"/>
    <w:rsid w:val="006558C8"/>
    <w:rsid w:val="006568A9"/>
    <w:rsid w:val="0066376D"/>
    <w:rsid w:val="0067098C"/>
    <w:rsid w:val="00672AD2"/>
    <w:rsid w:val="006748C3"/>
    <w:rsid w:val="006758AA"/>
    <w:rsid w:val="006773DA"/>
    <w:rsid w:val="00680493"/>
    <w:rsid w:val="0068179B"/>
    <w:rsid w:val="00690342"/>
    <w:rsid w:val="006917AF"/>
    <w:rsid w:val="00692B52"/>
    <w:rsid w:val="006938DD"/>
    <w:rsid w:val="006A4D4D"/>
    <w:rsid w:val="006B3595"/>
    <w:rsid w:val="006B5629"/>
    <w:rsid w:val="006B5D8F"/>
    <w:rsid w:val="006C0D77"/>
    <w:rsid w:val="006C1CC5"/>
    <w:rsid w:val="006C2332"/>
    <w:rsid w:val="006C3D29"/>
    <w:rsid w:val="006C5A05"/>
    <w:rsid w:val="006C5E53"/>
    <w:rsid w:val="006D4CCF"/>
    <w:rsid w:val="006F06EF"/>
    <w:rsid w:val="006F1698"/>
    <w:rsid w:val="006F2BB4"/>
    <w:rsid w:val="0070244D"/>
    <w:rsid w:val="007106F4"/>
    <w:rsid w:val="00717BD7"/>
    <w:rsid w:val="00720273"/>
    <w:rsid w:val="00720831"/>
    <w:rsid w:val="0072180C"/>
    <w:rsid w:val="00722BCB"/>
    <w:rsid w:val="007248AE"/>
    <w:rsid w:val="0073539D"/>
    <w:rsid w:val="007405AF"/>
    <w:rsid w:val="00740DA6"/>
    <w:rsid w:val="00741546"/>
    <w:rsid w:val="00741F53"/>
    <w:rsid w:val="007462B9"/>
    <w:rsid w:val="00746358"/>
    <w:rsid w:val="007468A9"/>
    <w:rsid w:val="00747FDC"/>
    <w:rsid w:val="00754391"/>
    <w:rsid w:val="00760D56"/>
    <w:rsid w:val="00760FA5"/>
    <w:rsid w:val="00765DF8"/>
    <w:rsid w:val="00766D66"/>
    <w:rsid w:val="007703FB"/>
    <w:rsid w:val="00772598"/>
    <w:rsid w:val="00772FEB"/>
    <w:rsid w:val="00775253"/>
    <w:rsid w:val="0077673A"/>
    <w:rsid w:val="00782E56"/>
    <w:rsid w:val="00783F5C"/>
    <w:rsid w:val="0078496D"/>
    <w:rsid w:val="00784F54"/>
    <w:rsid w:val="00786C02"/>
    <w:rsid w:val="0079028F"/>
    <w:rsid w:val="00792CC3"/>
    <w:rsid w:val="00795587"/>
    <w:rsid w:val="007A2087"/>
    <w:rsid w:val="007A7066"/>
    <w:rsid w:val="007A7D7B"/>
    <w:rsid w:val="007B07BD"/>
    <w:rsid w:val="007B23E0"/>
    <w:rsid w:val="007B33A8"/>
    <w:rsid w:val="007B6075"/>
    <w:rsid w:val="007C0241"/>
    <w:rsid w:val="007C1C90"/>
    <w:rsid w:val="007C3E12"/>
    <w:rsid w:val="007C43C7"/>
    <w:rsid w:val="007C48EA"/>
    <w:rsid w:val="007C6968"/>
    <w:rsid w:val="007C77B4"/>
    <w:rsid w:val="007D175B"/>
    <w:rsid w:val="007D22A3"/>
    <w:rsid w:val="007D2ECB"/>
    <w:rsid w:val="007D6A82"/>
    <w:rsid w:val="007E01EF"/>
    <w:rsid w:val="007E0293"/>
    <w:rsid w:val="007E0CC7"/>
    <w:rsid w:val="007F04A5"/>
    <w:rsid w:val="007F20DA"/>
    <w:rsid w:val="00804E24"/>
    <w:rsid w:val="0080659C"/>
    <w:rsid w:val="008104DA"/>
    <w:rsid w:val="00810EDD"/>
    <w:rsid w:val="008155F1"/>
    <w:rsid w:val="00816F78"/>
    <w:rsid w:val="0082120E"/>
    <w:rsid w:val="008216EB"/>
    <w:rsid w:val="008218C1"/>
    <w:rsid w:val="00821A17"/>
    <w:rsid w:val="008229B2"/>
    <w:rsid w:val="008236FB"/>
    <w:rsid w:val="0082607B"/>
    <w:rsid w:val="00841C1A"/>
    <w:rsid w:val="0084200A"/>
    <w:rsid w:val="008424BE"/>
    <w:rsid w:val="00842D99"/>
    <w:rsid w:val="00852081"/>
    <w:rsid w:val="00853D1B"/>
    <w:rsid w:val="00864775"/>
    <w:rsid w:val="008779A0"/>
    <w:rsid w:val="0088203B"/>
    <w:rsid w:val="00885DDA"/>
    <w:rsid w:val="008867F7"/>
    <w:rsid w:val="00893349"/>
    <w:rsid w:val="00894811"/>
    <w:rsid w:val="00895861"/>
    <w:rsid w:val="00897FCD"/>
    <w:rsid w:val="008A1330"/>
    <w:rsid w:val="008A13BA"/>
    <w:rsid w:val="008B56D7"/>
    <w:rsid w:val="008B6F1A"/>
    <w:rsid w:val="008B778D"/>
    <w:rsid w:val="008C0CDF"/>
    <w:rsid w:val="008D3211"/>
    <w:rsid w:val="008D69A3"/>
    <w:rsid w:val="008E1942"/>
    <w:rsid w:val="008E319A"/>
    <w:rsid w:val="008E5E7D"/>
    <w:rsid w:val="008F1EF0"/>
    <w:rsid w:val="008F5002"/>
    <w:rsid w:val="008F54BA"/>
    <w:rsid w:val="008F5CBF"/>
    <w:rsid w:val="008F67DB"/>
    <w:rsid w:val="008F6CF9"/>
    <w:rsid w:val="008F7A7C"/>
    <w:rsid w:val="00900E7B"/>
    <w:rsid w:val="00901CAE"/>
    <w:rsid w:val="00904A2D"/>
    <w:rsid w:val="00906CA6"/>
    <w:rsid w:val="009103AA"/>
    <w:rsid w:val="00913D21"/>
    <w:rsid w:val="00916E27"/>
    <w:rsid w:val="00916FC9"/>
    <w:rsid w:val="009200AC"/>
    <w:rsid w:val="0092505C"/>
    <w:rsid w:val="0092543C"/>
    <w:rsid w:val="00927667"/>
    <w:rsid w:val="00927E7E"/>
    <w:rsid w:val="00930695"/>
    <w:rsid w:val="00931124"/>
    <w:rsid w:val="00936860"/>
    <w:rsid w:val="00944DFD"/>
    <w:rsid w:val="009452E1"/>
    <w:rsid w:val="00947C38"/>
    <w:rsid w:val="00950B2B"/>
    <w:rsid w:val="00951A26"/>
    <w:rsid w:val="00961769"/>
    <w:rsid w:val="009627D5"/>
    <w:rsid w:val="009645EB"/>
    <w:rsid w:val="009648FE"/>
    <w:rsid w:val="00965D90"/>
    <w:rsid w:val="009667F5"/>
    <w:rsid w:val="0097003D"/>
    <w:rsid w:val="009709E3"/>
    <w:rsid w:val="00970EFB"/>
    <w:rsid w:val="0097266C"/>
    <w:rsid w:val="00975CC4"/>
    <w:rsid w:val="00983D23"/>
    <w:rsid w:val="00986416"/>
    <w:rsid w:val="00986494"/>
    <w:rsid w:val="00991425"/>
    <w:rsid w:val="009926E5"/>
    <w:rsid w:val="009932E2"/>
    <w:rsid w:val="009A7548"/>
    <w:rsid w:val="009B549E"/>
    <w:rsid w:val="009B5AF1"/>
    <w:rsid w:val="009B6BBF"/>
    <w:rsid w:val="009B77E0"/>
    <w:rsid w:val="009B7EA1"/>
    <w:rsid w:val="009C039E"/>
    <w:rsid w:val="009C4B95"/>
    <w:rsid w:val="009C4D99"/>
    <w:rsid w:val="009C78B5"/>
    <w:rsid w:val="009D24B7"/>
    <w:rsid w:val="009D29CC"/>
    <w:rsid w:val="009D38F9"/>
    <w:rsid w:val="009D3CB9"/>
    <w:rsid w:val="009D580C"/>
    <w:rsid w:val="009D5F41"/>
    <w:rsid w:val="009D6C65"/>
    <w:rsid w:val="009E1BE9"/>
    <w:rsid w:val="009E294C"/>
    <w:rsid w:val="00A04704"/>
    <w:rsid w:val="00A06723"/>
    <w:rsid w:val="00A072EE"/>
    <w:rsid w:val="00A075A2"/>
    <w:rsid w:val="00A17771"/>
    <w:rsid w:val="00A17853"/>
    <w:rsid w:val="00A178D6"/>
    <w:rsid w:val="00A22B8A"/>
    <w:rsid w:val="00A22F58"/>
    <w:rsid w:val="00A24F65"/>
    <w:rsid w:val="00A254DC"/>
    <w:rsid w:val="00A26789"/>
    <w:rsid w:val="00A30C12"/>
    <w:rsid w:val="00A318AD"/>
    <w:rsid w:val="00A31E1C"/>
    <w:rsid w:val="00A37F35"/>
    <w:rsid w:val="00A432BF"/>
    <w:rsid w:val="00A502CC"/>
    <w:rsid w:val="00A50465"/>
    <w:rsid w:val="00A507F3"/>
    <w:rsid w:val="00A5184F"/>
    <w:rsid w:val="00A53D54"/>
    <w:rsid w:val="00A5447E"/>
    <w:rsid w:val="00A55545"/>
    <w:rsid w:val="00A57197"/>
    <w:rsid w:val="00A619D8"/>
    <w:rsid w:val="00A6221E"/>
    <w:rsid w:val="00A63298"/>
    <w:rsid w:val="00A64982"/>
    <w:rsid w:val="00A64F9F"/>
    <w:rsid w:val="00A7454A"/>
    <w:rsid w:val="00A750EF"/>
    <w:rsid w:val="00A869C0"/>
    <w:rsid w:val="00A87F60"/>
    <w:rsid w:val="00A9374A"/>
    <w:rsid w:val="00AA322B"/>
    <w:rsid w:val="00AA5ABB"/>
    <w:rsid w:val="00AB744F"/>
    <w:rsid w:val="00AB7561"/>
    <w:rsid w:val="00AC3393"/>
    <w:rsid w:val="00AC6E22"/>
    <w:rsid w:val="00AC7E54"/>
    <w:rsid w:val="00AD3CC7"/>
    <w:rsid w:val="00AE29B1"/>
    <w:rsid w:val="00AE3BEE"/>
    <w:rsid w:val="00AE7C14"/>
    <w:rsid w:val="00B02A23"/>
    <w:rsid w:val="00B10C06"/>
    <w:rsid w:val="00B12958"/>
    <w:rsid w:val="00B156FB"/>
    <w:rsid w:val="00B15BB9"/>
    <w:rsid w:val="00B16A38"/>
    <w:rsid w:val="00B24AA3"/>
    <w:rsid w:val="00B2773C"/>
    <w:rsid w:val="00B331D6"/>
    <w:rsid w:val="00B34DA6"/>
    <w:rsid w:val="00B448C9"/>
    <w:rsid w:val="00B523F0"/>
    <w:rsid w:val="00B529DE"/>
    <w:rsid w:val="00B53212"/>
    <w:rsid w:val="00B5460B"/>
    <w:rsid w:val="00B55CF3"/>
    <w:rsid w:val="00B575E0"/>
    <w:rsid w:val="00B61795"/>
    <w:rsid w:val="00B625B6"/>
    <w:rsid w:val="00B67B0A"/>
    <w:rsid w:val="00B76C91"/>
    <w:rsid w:val="00B811A6"/>
    <w:rsid w:val="00B82DCF"/>
    <w:rsid w:val="00B844A9"/>
    <w:rsid w:val="00B8538D"/>
    <w:rsid w:val="00B87139"/>
    <w:rsid w:val="00B9177B"/>
    <w:rsid w:val="00B95999"/>
    <w:rsid w:val="00B97326"/>
    <w:rsid w:val="00BA2608"/>
    <w:rsid w:val="00BA3EC0"/>
    <w:rsid w:val="00BB2106"/>
    <w:rsid w:val="00BB36F7"/>
    <w:rsid w:val="00BB754E"/>
    <w:rsid w:val="00BC06B5"/>
    <w:rsid w:val="00BC098A"/>
    <w:rsid w:val="00BC2386"/>
    <w:rsid w:val="00BC3F13"/>
    <w:rsid w:val="00BC6C9D"/>
    <w:rsid w:val="00BD2057"/>
    <w:rsid w:val="00BD44E3"/>
    <w:rsid w:val="00BD52FD"/>
    <w:rsid w:val="00BD55D9"/>
    <w:rsid w:val="00BD6EF3"/>
    <w:rsid w:val="00BE0EC5"/>
    <w:rsid w:val="00BE0F7B"/>
    <w:rsid w:val="00BE4AF2"/>
    <w:rsid w:val="00BF2EA6"/>
    <w:rsid w:val="00BF6B90"/>
    <w:rsid w:val="00C043A0"/>
    <w:rsid w:val="00C0484C"/>
    <w:rsid w:val="00C05268"/>
    <w:rsid w:val="00C079FF"/>
    <w:rsid w:val="00C11C04"/>
    <w:rsid w:val="00C14121"/>
    <w:rsid w:val="00C163F3"/>
    <w:rsid w:val="00C258CE"/>
    <w:rsid w:val="00C26523"/>
    <w:rsid w:val="00C27C96"/>
    <w:rsid w:val="00C27F3F"/>
    <w:rsid w:val="00C328CD"/>
    <w:rsid w:val="00C36AF8"/>
    <w:rsid w:val="00C414B6"/>
    <w:rsid w:val="00C41CF5"/>
    <w:rsid w:val="00C42D12"/>
    <w:rsid w:val="00C51A59"/>
    <w:rsid w:val="00C55ACE"/>
    <w:rsid w:val="00C57744"/>
    <w:rsid w:val="00C614B7"/>
    <w:rsid w:val="00C62B24"/>
    <w:rsid w:val="00C66F94"/>
    <w:rsid w:val="00C6710E"/>
    <w:rsid w:val="00C72B71"/>
    <w:rsid w:val="00C74759"/>
    <w:rsid w:val="00C84C23"/>
    <w:rsid w:val="00C8661E"/>
    <w:rsid w:val="00C874AF"/>
    <w:rsid w:val="00C92318"/>
    <w:rsid w:val="00C938C8"/>
    <w:rsid w:val="00C94C82"/>
    <w:rsid w:val="00C97666"/>
    <w:rsid w:val="00CA0EF2"/>
    <w:rsid w:val="00CA3737"/>
    <w:rsid w:val="00CA5F17"/>
    <w:rsid w:val="00CB2864"/>
    <w:rsid w:val="00CB2A04"/>
    <w:rsid w:val="00CB36D3"/>
    <w:rsid w:val="00CB4F65"/>
    <w:rsid w:val="00CC1365"/>
    <w:rsid w:val="00CC26EA"/>
    <w:rsid w:val="00CC7340"/>
    <w:rsid w:val="00CC7AEE"/>
    <w:rsid w:val="00CD2148"/>
    <w:rsid w:val="00CD42CC"/>
    <w:rsid w:val="00CD7958"/>
    <w:rsid w:val="00CE02A2"/>
    <w:rsid w:val="00CE6439"/>
    <w:rsid w:val="00CE7334"/>
    <w:rsid w:val="00CF40FB"/>
    <w:rsid w:val="00D06A02"/>
    <w:rsid w:val="00D07B5B"/>
    <w:rsid w:val="00D110E1"/>
    <w:rsid w:val="00D126EF"/>
    <w:rsid w:val="00D1288B"/>
    <w:rsid w:val="00D12F97"/>
    <w:rsid w:val="00D14562"/>
    <w:rsid w:val="00D14737"/>
    <w:rsid w:val="00D27913"/>
    <w:rsid w:val="00D32405"/>
    <w:rsid w:val="00D359AC"/>
    <w:rsid w:val="00D37317"/>
    <w:rsid w:val="00D420D9"/>
    <w:rsid w:val="00D433DB"/>
    <w:rsid w:val="00D467DE"/>
    <w:rsid w:val="00D5134F"/>
    <w:rsid w:val="00D53CEB"/>
    <w:rsid w:val="00D542CF"/>
    <w:rsid w:val="00D63441"/>
    <w:rsid w:val="00D66DE3"/>
    <w:rsid w:val="00D67BD9"/>
    <w:rsid w:val="00D70E52"/>
    <w:rsid w:val="00D71361"/>
    <w:rsid w:val="00D71F4B"/>
    <w:rsid w:val="00D72707"/>
    <w:rsid w:val="00D72B86"/>
    <w:rsid w:val="00D8118C"/>
    <w:rsid w:val="00D84B7A"/>
    <w:rsid w:val="00D8657D"/>
    <w:rsid w:val="00D872FE"/>
    <w:rsid w:val="00D9321E"/>
    <w:rsid w:val="00D945B7"/>
    <w:rsid w:val="00D9509F"/>
    <w:rsid w:val="00D9786D"/>
    <w:rsid w:val="00DA1AFB"/>
    <w:rsid w:val="00DA1CAC"/>
    <w:rsid w:val="00DA3538"/>
    <w:rsid w:val="00DB4C27"/>
    <w:rsid w:val="00DC4B55"/>
    <w:rsid w:val="00DC6C77"/>
    <w:rsid w:val="00DC7FAD"/>
    <w:rsid w:val="00DD0D66"/>
    <w:rsid w:val="00DD4E86"/>
    <w:rsid w:val="00DD59FF"/>
    <w:rsid w:val="00DD61C9"/>
    <w:rsid w:val="00DE2326"/>
    <w:rsid w:val="00DE2EB1"/>
    <w:rsid w:val="00DE32DF"/>
    <w:rsid w:val="00DE7B69"/>
    <w:rsid w:val="00DF34F1"/>
    <w:rsid w:val="00DF4F17"/>
    <w:rsid w:val="00E01A3C"/>
    <w:rsid w:val="00E05429"/>
    <w:rsid w:val="00E06DB0"/>
    <w:rsid w:val="00E10570"/>
    <w:rsid w:val="00E1284C"/>
    <w:rsid w:val="00E149F6"/>
    <w:rsid w:val="00E16142"/>
    <w:rsid w:val="00E1654F"/>
    <w:rsid w:val="00E171FD"/>
    <w:rsid w:val="00E210A4"/>
    <w:rsid w:val="00E22BA5"/>
    <w:rsid w:val="00E32BEF"/>
    <w:rsid w:val="00E340CD"/>
    <w:rsid w:val="00E3678F"/>
    <w:rsid w:val="00E42FFF"/>
    <w:rsid w:val="00E43D26"/>
    <w:rsid w:val="00E44923"/>
    <w:rsid w:val="00E5032D"/>
    <w:rsid w:val="00E5091E"/>
    <w:rsid w:val="00E50CCE"/>
    <w:rsid w:val="00E53E88"/>
    <w:rsid w:val="00E54A98"/>
    <w:rsid w:val="00E54C69"/>
    <w:rsid w:val="00E54D08"/>
    <w:rsid w:val="00E57CEC"/>
    <w:rsid w:val="00E57E3F"/>
    <w:rsid w:val="00E618A5"/>
    <w:rsid w:val="00E62029"/>
    <w:rsid w:val="00E63DE4"/>
    <w:rsid w:val="00E65B0D"/>
    <w:rsid w:val="00E67401"/>
    <w:rsid w:val="00E705CA"/>
    <w:rsid w:val="00E707E7"/>
    <w:rsid w:val="00E7295D"/>
    <w:rsid w:val="00E737A8"/>
    <w:rsid w:val="00E75195"/>
    <w:rsid w:val="00E75A23"/>
    <w:rsid w:val="00E80123"/>
    <w:rsid w:val="00E81A6F"/>
    <w:rsid w:val="00E84962"/>
    <w:rsid w:val="00E86A8E"/>
    <w:rsid w:val="00E8725F"/>
    <w:rsid w:val="00E91669"/>
    <w:rsid w:val="00E93E0E"/>
    <w:rsid w:val="00E97A61"/>
    <w:rsid w:val="00EA12AD"/>
    <w:rsid w:val="00EA2947"/>
    <w:rsid w:val="00EA5882"/>
    <w:rsid w:val="00EB179E"/>
    <w:rsid w:val="00EB34C5"/>
    <w:rsid w:val="00EB3C99"/>
    <w:rsid w:val="00EC211E"/>
    <w:rsid w:val="00EC45FE"/>
    <w:rsid w:val="00EC4D92"/>
    <w:rsid w:val="00EC552D"/>
    <w:rsid w:val="00EC710E"/>
    <w:rsid w:val="00ED2888"/>
    <w:rsid w:val="00ED38A8"/>
    <w:rsid w:val="00ED75BC"/>
    <w:rsid w:val="00EE42A5"/>
    <w:rsid w:val="00EF4571"/>
    <w:rsid w:val="00EF4732"/>
    <w:rsid w:val="00EF4A20"/>
    <w:rsid w:val="00EF64F8"/>
    <w:rsid w:val="00F00614"/>
    <w:rsid w:val="00F008E0"/>
    <w:rsid w:val="00F01057"/>
    <w:rsid w:val="00F0178E"/>
    <w:rsid w:val="00F02490"/>
    <w:rsid w:val="00F02B84"/>
    <w:rsid w:val="00F10B7F"/>
    <w:rsid w:val="00F14BDC"/>
    <w:rsid w:val="00F1692E"/>
    <w:rsid w:val="00F2187E"/>
    <w:rsid w:val="00F27E0E"/>
    <w:rsid w:val="00F31AC7"/>
    <w:rsid w:val="00F32C27"/>
    <w:rsid w:val="00F427B7"/>
    <w:rsid w:val="00F5211E"/>
    <w:rsid w:val="00F52573"/>
    <w:rsid w:val="00F578F8"/>
    <w:rsid w:val="00F612EF"/>
    <w:rsid w:val="00F67730"/>
    <w:rsid w:val="00F74BFD"/>
    <w:rsid w:val="00F74C41"/>
    <w:rsid w:val="00F8448B"/>
    <w:rsid w:val="00F86139"/>
    <w:rsid w:val="00F90D7E"/>
    <w:rsid w:val="00F90EC8"/>
    <w:rsid w:val="00F920D7"/>
    <w:rsid w:val="00F969D2"/>
    <w:rsid w:val="00FA2D12"/>
    <w:rsid w:val="00FA635F"/>
    <w:rsid w:val="00FB11F7"/>
    <w:rsid w:val="00FB3D4A"/>
    <w:rsid w:val="00FC08C2"/>
    <w:rsid w:val="00FC0D85"/>
    <w:rsid w:val="00FC16DF"/>
    <w:rsid w:val="00FC210D"/>
    <w:rsid w:val="00FC2481"/>
    <w:rsid w:val="00FC2D45"/>
    <w:rsid w:val="00FC3102"/>
    <w:rsid w:val="00FC39D7"/>
    <w:rsid w:val="00FC5A0A"/>
    <w:rsid w:val="00FC6509"/>
    <w:rsid w:val="00FC6C93"/>
    <w:rsid w:val="00FD01F2"/>
    <w:rsid w:val="00FD09CC"/>
    <w:rsid w:val="00FD0E34"/>
    <w:rsid w:val="00FD5EF6"/>
    <w:rsid w:val="00FD7721"/>
    <w:rsid w:val="00FD78B7"/>
    <w:rsid w:val="00FE00B4"/>
    <w:rsid w:val="00FE24A8"/>
    <w:rsid w:val="00FE2DF0"/>
    <w:rsid w:val="00FE4D86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2318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516ABD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000000" w:themeColor="text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5724CD"/>
    <w:pPr>
      <w:tabs>
        <w:tab w:val="right" w:pos="-340"/>
        <w:tab w:val="left" w:pos="0"/>
        <w:tab w:val="left" w:pos="5954"/>
        <w:tab w:val="right" w:pos="9356"/>
      </w:tabs>
      <w:spacing w:line="240" w:lineRule="auto"/>
    </w:pPr>
    <w:rPr>
      <w:rFonts w:ascii="Calibri" w:eastAsia="Times New Roman" w:hAnsi="Calibri" w:cs="Arial"/>
      <w:b/>
      <w:noProof/>
      <w:color w:val="000000" w:themeColor="text1"/>
      <w:sz w:val="28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5724CD"/>
    <w:pPr>
      <w:spacing w:after="320" w:line="259" w:lineRule="auto"/>
      <w:ind w:left="284" w:hanging="284"/>
    </w:pPr>
    <w:rPr>
      <w:rFonts w:cs="Arial"/>
      <w:color w:val="000000" w:themeColor="text1"/>
      <w:sz w:val="24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36769"/>
    <w:pPr>
      <w:spacing w:after="120" w:line="280" w:lineRule="exact"/>
    </w:pPr>
    <w:rPr>
      <w:rFonts w:ascii="Calibri" w:eastAsia="Times New Roman" w:hAnsi="Calibri" w:cs="Arial"/>
      <w:b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3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paragraph" w:styleId="KeinLeerraum">
    <w:name w:val="No Spacing"/>
    <w:aliases w:val="S/kein Leerraum"/>
    <w:link w:val="KeinLeerraumZchn"/>
    <w:uiPriority w:val="99"/>
    <w:unhideWhenUsed/>
    <w:rsid w:val="008F1EF0"/>
    <w:pPr>
      <w:spacing w:after="0" w:line="240" w:lineRule="auto"/>
    </w:pPr>
    <w:rPr>
      <w:rFonts w:ascii="Calibri" w:eastAsia="Calibri" w:hAnsi="Calibri" w:cs="Times New Roman"/>
      <w:lang w:val="de-CH"/>
    </w:rPr>
  </w:style>
  <w:style w:type="character" w:customStyle="1" w:styleId="KeinLeerraumZchn">
    <w:name w:val="Kein Leerraum Zchn"/>
    <w:aliases w:val="S/kein Leerraum Zchn"/>
    <w:basedOn w:val="Absatz-Standardschriftart"/>
    <w:link w:val="KeinLeerraum"/>
    <w:uiPriority w:val="99"/>
    <w:rsid w:val="008F1EF0"/>
    <w:rPr>
      <w:rFonts w:ascii="Calibri" w:eastAsia="Calibri" w:hAnsi="Calibri" w:cs="Times New Roman"/>
      <w:lang w:val="de-CH"/>
    </w:rPr>
  </w:style>
  <w:style w:type="character" w:customStyle="1" w:styleId="lkdurchgestrichenloesung">
    <w:name w:val="lk_durchgestrichen_loesung"/>
    <w:basedOn w:val="lkdurchgestrichen"/>
    <w:uiPriority w:val="1"/>
    <w:qFormat/>
    <w:rsid w:val="00FB3D4A"/>
    <w:rPr>
      <w:strike/>
      <w:dstrike w:val="0"/>
      <w:color w:val="FF0000"/>
      <w:u w:val="none" w:color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31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oule3-6.c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A45C79977FC2A146B9600AE011DBA94D" ma:contentTypeVersion="3" ma:contentTypeDescription="Ein neues Dokument erstellen." ma:contentTypeScope="" ma:versionID="2fc62b265c32295d7c4b24d3a7f1d925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f5b020524191ab0154d831e97c676b8f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21b7b878-cf9e-4870-be92-cc87cdf12e24}" ma:internalName="TaxCatchAll" ma:showField="CatchAllData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21b7b878-cf9e-4870-be92-cc87cdf12e24}" ma:internalName="TaxCatchAllLabel" ma:readOnly="true" ma:showField="CatchAllDataLabel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Props1.xml><?xml version="1.0" encoding="utf-8"?>
<ds:datastoreItem xmlns:ds="http://schemas.openxmlformats.org/officeDocument/2006/customXml" ds:itemID="{9D274B85-AC99-4483-987B-54BBC855C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1161F2-0213-4604-B653-2C5C1043FBB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ED2A19-7A4A-4504-80EE-455BA0DC4711}">
  <ds:schemaRefs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2C23F0D1</Template>
  <TotalTime>0</TotalTime>
  <Pages>4</Pages>
  <Words>515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Hildegard Meier</cp:lastModifiedBy>
  <cp:revision>44</cp:revision>
  <dcterms:created xsi:type="dcterms:W3CDTF">2022-05-04T09:54:00Z</dcterms:created>
  <dcterms:modified xsi:type="dcterms:W3CDTF">2022-05-16T11:47:00Z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0x0101002E85A11BFDBC944C94FB1FDF53103EED00A45C79977FC2A146B9600AE011DBA94D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